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37" w:rsidRPr="00944B26" w:rsidRDefault="00B54937" w:rsidP="00A77497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</w:p>
    <w:p w:rsidR="00B54937" w:rsidRPr="00C9552D" w:rsidRDefault="00B54937" w:rsidP="00A77497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</w:rPr>
      </w:pPr>
      <w:r w:rsidRPr="00C9552D">
        <w:rPr>
          <w:rFonts w:ascii="Times New Roman" w:hAnsi="Times New Roman" w:cs="Times New Roman"/>
          <w:b w:val="0"/>
          <w:bCs w:val="0"/>
          <w:lang w:val="sr-Latn-BA"/>
        </w:rPr>
        <w:t>Н</w:t>
      </w:r>
      <w:r w:rsidRPr="00C9552D">
        <w:rPr>
          <w:rFonts w:ascii="Times New Roman" w:hAnsi="Times New Roman" w:cs="Times New Roman"/>
          <w:b w:val="0"/>
          <w:bCs w:val="0"/>
        </w:rPr>
        <w:t xml:space="preserve">а основу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члана 5</w:t>
      </w:r>
      <w:r w:rsidRPr="00C9552D">
        <w:rPr>
          <w:rFonts w:ascii="Times New Roman" w:hAnsi="Times New Roman" w:cs="Times New Roman"/>
          <w:b w:val="0"/>
          <w:bCs w:val="0"/>
        </w:rPr>
        <w:t xml:space="preserve">. Закона о јавним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п</w:t>
      </w:r>
      <w:r w:rsidRPr="00C9552D">
        <w:rPr>
          <w:rFonts w:ascii="Times New Roman" w:hAnsi="Times New Roman" w:cs="Times New Roman"/>
          <w:b w:val="0"/>
          <w:bCs w:val="0"/>
        </w:rPr>
        <w:t>редузећима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(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„</w:t>
      </w:r>
      <w:r w:rsidRPr="00C9552D">
        <w:rPr>
          <w:rFonts w:ascii="Times New Roman" w:hAnsi="Times New Roman" w:cs="Times New Roman"/>
          <w:b w:val="0"/>
          <w:bCs w:val="0"/>
        </w:rPr>
        <w:t>С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ужбени</w:t>
      </w:r>
      <w:r w:rsidRPr="00C9552D"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г</w:t>
      </w:r>
      <w:r w:rsidRPr="00C9552D">
        <w:rPr>
          <w:rFonts w:ascii="Times New Roman" w:hAnsi="Times New Roman" w:cs="Times New Roman"/>
          <w:b w:val="0"/>
          <w:bCs w:val="0"/>
        </w:rPr>
        <w:t>л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асник</w:t>
      </w:r>
      <w:r w:rsidRPr="00C9552D">
        <w:rPr>
          <w:rFonts w:ascii="Times New Roman" w:hAnsi="Times New Roman" w:cs="Times New Roman"/>
          <w:b w:val="0"/>
          <w:bCs w:val="0"/>
        </w:rPr>
        <w:t xml:space="preserve"> Републике Српске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“,</w:t>
      </w:r>
      <w:r w:rsidRPr="00C9552D">
        <w:rPr>
          <w:rFonts w:ascii="Times New Roman" w:hAnsi="Times New Roman" w:cs="Times New Roman"/>
          <w:b w:val="0"/>
          <w:bCs w:val="0"/>
        </w:rPr>
        <w:t xml:space="preserve"> бр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ој:</w:t>
      </w:r>
      <w:r w:rsidRPr="00C9552D">
        <w:rPr>
          <w:rFonts w:ascii="Times New Roman" w:hAnsi="Times New Roman" w:cs="Times New Roman"/>
          <w:b w:val="0"/>
          <w:bCs w:val="0"/>
        </w:rPr>
        <w:t xml:space="preserve"> 75/04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 и број 78/2011</w:t>
      </w:r>
      <w:r w:rsidRPr="00C9552D">
        <w:rPr>
          <w:rFonts w:ascii="Times New Roman" w:hAnsi="Times New Roman" w:cs="Times New Roman"/>
          <w:b w:val="0"/>
          <w:bCs w:val="0"/>
        </w:rPr>
        <w:t>)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, члана 5. став 1. алинеја 1. Одлуке о оснивању Ј</w:t>
      </w:r>
      <w:r>
        <w:rPr>
          <w:rFonts w:ascii="Times New Roman" w:hAnsi="Times New Roman" w:cs="Times New Roman"/>
          <w:b w:val="0"/>
          <w:bCs w:val="0"/>
        </w:rPr>
        <w:t>авног предузећа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 „В</w:t>
      </w:r>
      <w:r>
        <w:rPr>
          <w:rFonts w:ascii="Times New Roman" w:hAnsi="Times New Roman" w:cs="Times New Roman"/>
          <w:b w:val="0"/>
          <w:bCs w:val="0"/>
        </w:rPr>
        <w:t>оде</w:t>
      </w:r>
      <w:r>
        <w:rPr>
          <w:rFonts w:ascii="Times New Roman" w:hAnsi="Times New Roman" w:cs="Times New Roman"/>
          <w:b w:val="0"/>
          <w:bCs w:val="0"/>
          <w:lang w:val="sr-Latn-BA"/>
        </w:rPr>
        <w:t>“ Б</w:t>
      </w:r>
      <w:r>
        <w:rPr>
          <w:rFonts w:ascii="Times New Roman" w:hAnsi="Times New Roman" w:cs="Times New Roman"/>
          <w:b w:val="0"/>
          <w:bCs w:val="0"/>
        </w:rPr>
        <w:t>ијељина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 („Службени гласник општине Бијељина“, број: 6/98, 6/05, 27/11 и 11/13) и </w:t>
      </w:r>
      <w:r w:rsidRPr="00C9552D">
        <w:rPr>
          <w:rFonts w:ascii="Times New Roman" w:hAnsi="Times New Roman" w:cs="Times New Roman"/>
          <w:b w:val="0"/>
          <w:bCs w:val="0"/>
        </w:rPr>
        <w:t>чл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ана</w:t>
      </w:r>
      <w:r w:rsidRPr="00C9552D"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38. став 2.</w:t>
      </w:r>
      <w:r w:rsidRPr="00C9552D"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тачка </w:t>
      </w:r>
      <w:r>
        <w:rPr>
          <w:rFonts w:ascii="Times New Roman" w:hAnsi="Times New Roman" w:cs="Times New Roman"/>
          <w:b w:val="0"/>
          <w:bCs w:val="0"/>
        </w:rPr>
        <w:t>аб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) Статута Града Бијељина („Службени гласник Града Би</w:t>
      </w:r>
      <w:r>
        <w:rPr>
          <w:rFonts w:ascii="Times New Roman" w:hAnsi="Times New Roman" w:cs="Times New Roman"/>
          <w:b w:val="0"/>
          <w:bCs w:val="0"/>
          <w:lang w:val="sr-Latn-BA"/>
        </w:rPr>
        <w:t>јељина“, број: 8/13)</w:t>
      </w:r>
      <w:r>
        <w:rPr>
          <w:rFonts w:ascii="Times New Roman" w:hAnsi="Times New Roman" w:cs="Times New Roman"/>
          <w:b w:val="0"/>
          <w:bCs w:val="0"/>
        </w:rPr>
        <w:t xml:space="preserve"> и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члана </w:t>
      </w:r>
      <w:r>
        <w:rPr>
          <w:rFonts w:ascii="Times New Roman" w:hAnsi="Times New Roman" w:cs="Times New Roman"/>
          <w:b w:val="0"/>
          <w:bCs w:val="0"/>
        </w:rPr>
        <w:t>17.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 Одлуке о утврђивању критеријума за избор, именовање и </w:t>
      </w:r>
      <w:r>
        <w:rPr>
          <w:rFonts w:ascii="Times New Roman" w:hAnsi="Times New Roman" w:cs="Times New Roman"/>
          <w:b w:val="0"/>
          <w:bCs w:val="0"/>
          <w:lang w:val="sr-Latn-BA"/>
        </w:rPr>
        <w:t>разр</w:t>
      </w:r>
      <w:r>
        <w:rPr>
          <w:rFonts w:ascii="Times New Roman" w:hAnsi="Times New Roman" w:cs="Times New Roman"/>
          <w:b w:val="0"/>
          <w:bCs w:val="0"/>
        </w:rPr>
        <w:t>и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јешење органа у </w:t>
      </w:r>
      <w:r>
        <w:rPr>
          <w:rFonts w:ascii="Times New Roman" w:hAnsi="Times New Roman" w:cs="Times New Roman"/>
          <w:b w:val="0"/>
          <w:bCs w:val="0"/>
        </w:rPr>
        <w:t>Ј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авним предузећима и установама чији је оснивач Скупштина Града Бијељина („Службени гласник Града Бијељина</w:t>
      </w:r>
      <w:r>
        <w:rPr>
          <w:rFonts w:ascii="Times New Roman" w:hAnsi="Times New Roman" w:cs="Times New Roman"/>
          <w:b w:val="0"/>
          <w:bCs w:val="0"/>
          <w:lang w:val="sr-Latn-BA"/>
        </w:rPr>
        <w:t>“,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број</w:t>
      </w:r>
      <w:r>
        <w:rPr>
          <w:rFonts w:ascii="Times New Roman" w:hAnsi="Times New Roman" w:cs="Times New Roman"/>
          <w:b w:val="0"/>
          <w:bCs w:val="0"/>
          <w:lang w:val="sr-Latn-BA"/>
        </w:rPr>
        <w:t>: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15/13), </w:t>
      </w:r>
      <w:r w:rsidRPr="00C9552D">
        <w:rPr>
          <w:rFonts w:ascii="Times New Roman" w:hAnsi="Times New Roman" w:cs="Times New Roman"/>
          <w:b w:val="0"/>
          <w:bCs w:val="0"/>
        </w:rPr>
        <w:t xml:space="preserve">Скупштина </w:t>
      </w:r>
      <w:r w:rsidRPr="00C9552D">
        <w:rPr>
          <w:rFonts w:ascii="Times New Roman" w:hAnsi="Times New Roman" w:cs="Times New Roman"/>
          <w:b w:val="0"/>
          <w:bCs w:val="0"/>
          <w:lang w:val="sr-Latn-CS"/>
        </w:rPr>
        <w:t xml:space="preserve">Града </w:t>
      </w:r>
      <w:r w:rsidRPr="00C9552D">
        <w:rPr>
          <w:rFonts w:ascii="Times New Roman" w:hAnsi="Times New Roman" w:cs="Times New Roman"/>
          <w:b w:val="0"/>
          <w:bCs w:val="0"/>
        </w:rPr>
        <w:t xml:space="preserve">Бијељина на </w:t>
      </w:r>
      <w:r>
        <w:rPr>
          <w:rFonts w:ascii="Times New Roman" w:hAnsi="Times New Roman" w:cs="Times New Roman"/>
          <w:b w:val="0"/>
          <w:bCs w:val="0"/>
        </w:rPr>
        <w:t xml:space="preserve">својој 11. </w:t>
      </w:r>
      <w:r w:rsidRPr="00C9552D">
        <w:rPr>
          <w:rFonts w:ascii="Times New Roman" w:hAnsi="Times New Roman" w:cs="Times New Roman"/>
          <w:b w:val="0"/>
          <w:bCs w:val="0"/>
        </w:rPr>
        <w:t>сј</w:t>
      </w:r>
      <w:r>
        <w:rPr>
          <w:rFonts w:ascii="Times New Roman" w:hAnsi="Times New Roman" w:cs="Times New Roman"/>
          <w:b w:val="0"/>
          <w:bCs w:val="0"/>
        </w:rPr>
        <w:t>едници одржаној дана 12. септембра</w:t>
      </w:r>
      <w:r w:rsidRPr="00C9552D"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 xml:space="preserve">2013. године, </w:t>
      </w:r>
      <w:r>
        <w:rPr>
          <w:rFonts w:ascii="Times New Roman" w:hAnsi="Times New Roman" w:cs="Times New Roman"/>
          <w:b w:val="0"/>
          <w:bCs w:val="0"/>
        </w:rPr>
        <w:t>донијела је</w:t>
      </w:r>
    </w:p>
    <w:p w:rsidR="00B54937" w:rsidRDefault="00B54937" w:rsidP="00AA0E5B">
      <w:pPr>
        <w:rPr>
          <w:rFonts w:ascii="Times New Roman" w:hAnsi="Times New Roman" w:cs="Times New Roman"/>
          <w:lang w:val="sr-Cyrl-CS"/>
        </w:rPr>
      </w:pPr>
    </w:p>
    <w:p w:rsidR="00B54937" w:rsidRPr="00C9552D" w:rsidRDefault="00B54937" w:rsidP="00C9552D">
      <w:pPr>
        <w:jc w:val="center"/>
        <w:rPr>
          <w:rFonts w:ascii="Times New Roman" w:hAnsi="Times New Roman" w:cs="Times New Roman"/>
          <w:lang w:val="sr-Cyrl-CS"/>
        </w:rPr>
      </w:pPr>
    </w:p>
    <w:p w:rsidR="00B54937" w:rsidRPr="00041CDD" w:rsidRDefault="00B54937" w:rsidP="00041CDD">
      <w:pPr>
        <w:pStyle w:val="Heading1"/>
        <w:ind w:firstLine="0"/>
        <w:jc w:val="center"/>
        <w:rPr>
          <w:rFonts w:ascii="Times New Roman" w:hAnsi="Times New Roman" w:cs="Times New Roman"/>
        </w:rPr>
      </w:pPr>
      <w:r w:rsidRPr="00041CDD">
        <w:rPr>
          <w:rFonts w:ascii="Times New Roman" w:hAnsi="Times New Roman" w:cs="Times New Roman"/>
        </w:rPr>
        <w:t>О Д Л У К У</w:t>
      </w:r>
    </w:p>
    <w:p w:rsidR="00B54937" w:rsidRPr="00041CDD" w:rsidRDefault="00B54937" w:rsidP="00041CDD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041CDD">
        <w:rPr>
          <w:rFonts w:ascii="Times New Roman" w:hAnsi="Times New Roman" w:cs="Times New Roman"/>
        </w:rPr>
        <w:t>О ИЗМЈЕНАМА СТАТУТА</w:t>
      </w:r>
      <w:r>
        <w:rPr>
          <w:rFonts w:ascii="Times New Roman" w:hAnsi="Times New Roman" w:cs="Times New Roman"/>
        </w:rPr>
        <w:t xml:space="preserve"> </w:t>
      </w:r>
      <w:r w:rsidRPr="00041CDD">
        <w:rPr>
          <w:rFonts w:ascii="Times New Roman" w:hAnsi="Times New Roman" w:cs="Times New Roman"/>
        </w:rPr>
        <w:t>ЈАВНОГ ПРЕДУЗЕЋА „ВОДЕ“ БИЈЕЉИНА</w:t>
      </w:r>
    </w:p>
    <w:p w:rsidR="00B54937" w:rsidRPr="00041CDD" w:rsidRDefault="00B54937" w:rsidP="00C9552D">
      <w:pPr>
        <w:ind w:left="216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B54937" w:rsidRPr="00041CDD" w:rsidRDefault="00B54937" w:rsidP="00C9552D">
      <w:pPr>
        <w:ind w:left="2160"/>
        <w:jc w:val="center"/>
        <w:rPr>
          <w:rFonts w:ascii="Times New Roman" w:hAnsi="Times New Roman" w:cs="Times New Roman"/>
          <w:b/>
          <w:bCs/>
          <w:lang w:val="sr-Cyrl-CS"/>
        </w:rPr>
      </w:pPr>
    </w:p>
    <w:p w:rsidR="00B54937" w:rsidRPr="00C9552D" w:rsidRDefault="00B54937" w:rsidP="00C9552D">
      <w:pPr>
        <w:jc w:val="center"/>
        <w:rPr>
          <w:rFonts w:ascii="Times New Roman" w:hAnsi="Times New Roman" w:cs="Times New Roman"/>
          <w:b/>
          <w:bCs/>
          <w:lang w:val="sl-SI"/>
        </w:rPr>
      </w:pPr>
      <w:r w:rsidRPr="00C9552D">
        <w:rPr>
          <w:rFonts w:ascii="Times New Roman" w:hAnsi="Times New Roman" w:cs="Times New Roman"/>
          <w:lang w:val="sl-SI"/>
        </w:rPr>
        <w:t>Члан 1</w:t>
      </w:r>
      <w:r w:rsidRPr="00C9552D">
        <w:rPr>
          <w:rFonts w:ascii="Times New Roman" w:hAnsi="Times New Roman" w:cs="Times New Roman"/>
          <w:b/>
          <w:bCs/>
          <w:lang w:val="sl-SI"/>
        </w:rPr>
        <w:t>.</w:t>
      </w:r>
    </w:p>
    <w:p w:rsidR="00B54937" w:rsidRPr="00C9552D" w:rsidRDefault="00B54937" w:rsidP="003F3B78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B54937" w:rsidRPr="00C9552D" w:rsidRDefault="00B54937" w:rsidP="00C70125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l-SI"/>
        </w:rPr>
        <w:t xml:space="preserve">             </w:t>
      </w:r>
      <w:r w:rsidRPr="00C9552D">
        <w:rPr>
          <w:rFonts w:ascii="Times New Roman" w:hAnsi="Times New Roman" w:cs="Times New Roman"/>
          <w:lang w:val="sl-SI"/>
        </w:rPr>
        <w:t>У члану 20. став 1. тачка 5) Статута Јавног предузећа</w:t>
      </w:r>
      <w:r>
        <w:rPr>
          <w:rFonts w:ascii="Times New Roman" w:hAnsi="Times New Roman" w:cs="Times New Roman"/>
          <w:lang w:val="sl-SI"/>
        </w:rPr>
        <w:t xml:space="preserve"> </w:t>
      </w:r>
      <w:r>
        <w:rPr>
          <w:rFonts w:ascii="Times New Roman" w:hAnsi="Times New Roman" w:cs="Times New Roman"/>
          <w:lang w:val="sr-Cyrl-CS"/>
        </w:rPr>
        <w:t>„</w:t>
      </w:r>
      <w:r w:rsidRPr="00C9552D">
        <w:rPr>
          <w:rFonts w:ascii="Times New Roman" w:hAnsi="Times New Roman" w:cs="Times New Roman"/>
          <w:lang w:val="sl-SI"/>
        </w:rPr>
        <w:t>ВОДЕ</w:t>
      </w:r>
      <w:r>
        <w:rPr>
          <w:rFonts w:ascii="Times New Roman" w:hAnsi="Times New Roman" w:cs="Times New Roman"/>
          <w:lang w:val="sr-Cyrl-CS"/>
        </w:rPr>
        <w:t>“</w:t>
      </w:r>
      <w:r w:rsidRPr="00C9552D">
        <w:rPr>
          <w:rFonts w:ascii="Times New Roman" w:hAnsi="Times New Roman" w:cs="Times New Roman"/>
          <w:lang w:val="sl-SI"/>
        </w:rPr>
        <w:t xml:space="preserve"> Бијељина (у даљем тексту: Статут) - (</w:t>
      </w:r>
      <w:r w:rsidRPr="00C9552D">
        <w:rPr>
          <w:rFonts w:ascii="Times New Roman" w:hAnsi="Times New Roman" w:cs="Times New Roman"/>
          <w:lang w:val="sr-Latn-BA"/>
        </w:rPr>
        <w:t>„Службени гласник општине Бијељина“, број: 7/05, 6/07</w:t>
      </w:r>
      <w:r>
        <w:rPr>
          <w:rFonts w:ascii="Times New Roman" w:hAnsi="Times New Roman" w:cs="Times New Roman"/>
          <w:lang w:val="sr-Latn-BA"/>
        </w:rPr>
        <w:t xml:space="preserve">, 3/12 и 11/13) мијења се и </w:t>
      </w:r>
      <w:r w:rsidRPr="00C9552D">
        <w:rPr>
          <w:rFonts w:ascii="Times New Roman" w:hAnsi="Times New Roman" w:cs="Times New Roman"/>
          <w:lang w:val="sr-Latn-BA"/>
        </w:rPr>
        <w:t xml:space="preserve"> гласи:</w:t>
      </w:r>
    </w:p>
    <w:p w:rsidR="00B54937" w:rsidRPr="00C9552D" w:rsidRDefault="00B54937" w:rsidP="00831EB3">
      <w:pPr>
        <w:ind w:right="-52" w:firstLine="709"/>
        <w:jc w:val="both"/>
        <w:rPr>
          <w:rFonts w:ascii="Times New Roman" w:hAnsi="Times New Roman" w:cs="Times New Roman"/>
          <w:lang w:val="sl-SI"/>
        </w:rPr>
      </w:pPr>
      <w:r>
        <w:rPr>
          <w:rFonts w:ascii="Times New Roman" w:hAnsi="Times New Roman" w:cs="Times New Roman"/>
          <w:lang w:val="sr-Latn-CS"/>
        </w:rPr>
        <w:t>„5) именује и разр</w:t>
      </w:r>
      <w:r w:rsidRPr="00C9552D">
        <w:rPr>
          <w:rFonts w:ascii="Times New Roman" w:hAnsi="Times New Roman" w:cs="Times New Roman"/>
          <w:lang w:val="sr-Latn-CS"/>
        </w:rPr>
        <w:t>јешава чланове управе у складу са поступцима утврђеним законом и Статутом.“</w:t>
      </w:r>
    </w:p>
    <w:p w:rsidR="00B54937" w:rsidRPr="00C9552D" w:rsidRDefault="00B54937" w:rsidP="00930FD5">
      <w:pPr>
        <w:pStyle w:val="BlockText"/>
        <w:ind w:left="0" w:right="-52" w:firstLine="709"/>
        <w:jc w:val="both"/>
        <w:rPr>
          <w:rFonts w:ascii="Times New Roman" w:hAnsi="Times New Roman" w:cs="Times New Roman"/>
          <w:lang w:val="sr-Latn-CS"/>
        </w:rPr>
      </w:pPr>
    </w:p>
    <w:p w:rsidR="00B54937" w:rsidRPr="00C9552D" w:rsidRDefault="00B54937" w:rsidP="00C9552D">
      <w:pPr>
        <w:jc w:val="center"/>
        <w:rPr>
          <w:rFonts w:ascii="Times New Roman" w:hAnsi="Times New Roman" w:cs="Times New Roman"/>
          <w:b/>
          <w:bCs/>
          <w:lang w:val="sl-SI"/>
        </w:rPr>
      </w:pPr>
      <w:r w:rsidRPr="00C9552D">
        <w:rPr>
          <w:rFonts w:ascii="Times New Roman" w:hAnsi="Times New Roman" w:cs="Times New Roman"/>
          <w:lang w:val="sl-SI"/>
        </w:rPr>
        <w:t>Члан 2</w:t>
      </w:r>
      <w:r w:rsidRPr="00C9552D">
        <w:rPr>
          <w:rFonts w:ascii="Times New Roman" w:hAnsi="Times New Roman" w:cs="Times New Roman"/>
          <w:b/>
          <w:bCs/>
          <w:lang w:val="sl-SI"/>
        </w:rPr>
        <w:t>.</w:t>
      </w:r>
    </w:p>
    <w:p w:rsidR="00B54937" w:rsidRPr="00C9552D" w:rsidRDefault="00B54937" w:rsidP="00D50814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B54937" w:rsidRPr="00C9552D" w:rsidRDefault="00B54937" w:rsidP="003F3B78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l-SI"/>
        </w:rPr>
        <w:t xml:space="preserve">             </w:t>
      </w:r>
      <w:r w:rsidRPr="00C9552D">
        <w:rPr>
          <w:rFonts w:ascii="Times New Roman" w:hAnsi="Times New Roman" w:cs="Times New Roman"/>
          <w:lang w:val="sl-SI"/>
        </w:rPr>
        <w:t xml:space="preserve">Члан 21. </w:t>
      </w:r>
      <w:r>
        <w:rPr>
          <w:rFonts w:ascii="Times New Roman" w:hAnsi="Times New Roman" w:cs="Times New Roman"/>
          <w:lang w:val="sr-Latn-BA"/>
        </w:rPr>
        <w:t xml:space="preserve">мијења се и </w:t>
      </w:r>
      <w:r w:rsidRPr="00C9552D">
        <w:rPr>
          <w:rFonts w:ascii="Times New Roman" w:hAnsi="Times New Roman" w:cs="Times New Roman"/>
          <w:lang w:val="sr-Latn-BA"/>
        </w:rPr>
        <w:t xml:space="preserve"> гласи:</w:t>
      </w:r>
    </w:p>
    <w:p w:rsidR="00B54937" w:rsidRPr="00C9552D" w:rsidRDefault="00B54937" w:rsidP="003F3B78">
      <w:pPr>
        <w:ind w:right="-52" w:firstLine="709"/>
        <w:jc w:val="both"/>
        <w:rPr>
          <w:rFonts w:ascii="Times New Roman" w:hAnsi="Times New Roman" w:cs="Times New Roman"/>
          <w:lang w:val="sr-Latn-CS"/>
        </w:rPr>
      </w:pPr>
      <w:r w:rsidRPr="00C9552D">
        <w:rPr>
          <w:rFonts w:ascii="Times New Roman" w:hAnsi="Times New Roman" w:cs="Times New Roman"/>
          <w:lang w:val="sr-Latn-CS"/>
        </w:rPr>
        <w:t>„</w:t>
      </w:r>
      <w:r w:rsidRPr="00C9552D">
        <w:rPr>
          <w:rFonts w:ascii="Times New Roman" w:hAnsi="Times New Roman" w:cs="Times New Roman"/>
          <w:lang w:val="sr-Cyrl-CS"/>
        </w:rPr>
        <w:t>Надзорни одбор се састоји од најмање три члана, а о броју и саставу одлучује Скупштина</w:t>
      </w:r>
      <w:r w:rsidRPr="00C9552D">
        <w:rPr>
          <w:rFonts w:ascii="Times New Roman" w:hAnsi="Times New Roman" w:cs="Times New Roman"/>
          <w:lang w:val="sr-Latn-CS"/>
        </w:rPr>
        <w:t xml:space="preserve"> Града.</w:t>
      </w:r>
    </w:p>
    <w:p w:rsidR="00B54937" w:rsidRPr="00C9552D" w:rsidRDefault="00B54937" w:rsidP="003F3B78">
      <w:pPr>
        <w:pStyle w:val="BlockText"/>
        <w:ind w:left="0" w:right="-52" w:firstLine="709"/>
        <w:jc w:val="both"/>
        <w:rPr>
          <w:rFonts w:ascii="Times New Roman" w:hAnsi="Times New Roman" w:cs="Times New Roman"/>
          <w:lang w:val="sl-SI"/>
        </w:rPr>
      </w:pPr>
      <w:r w:rsidRPr="00C9552D">
        <w:rPr>
          <w:rFonts w:ascii="Times New Roman" w:hAnsi="Times New Roman" w:cs="Times New Roman"/>
        </w:rPr>
        <w:t xml:space="preserve">Чланови </w:t>
      </w:r>
      <w:r w:rsidRPr="00C9552D">
        <w:rPr>
          <w:rFonts w:ascii="Times New Roman" w:hAnsi="Times New Roman" w:cs="Times New Roman"/>
          <w:lang w:val="sr-Latn-CS"/>
        </w:rPr>
        <w:t>Н</w:t>
      </w:r>
      <w:r w:rsidRPr="00C9552D">
        <w:rPr>
          <w:rFonts w:ascii="Times New Roman" w:hAnsi="Times New Roman" w:cs="Times New Roman"/>
        </w:rPr>
        <w:t>адзорног одбора бирају се након проведеног јавног конкурса на период од четири године.</w:t>
      </w:r>
    </w:p>
    <w:p w:rsidR="00B54937" w:rsidRPr="00C9552D" w:rsidRDefault="00B54937" w:rsidP="003F3B78">
      <w:pPr>
        <w:pStyle w:val="BlockText"/>
        <w:ind w:left="0" w:right="-52" w:firstLine="709"/>
        <w:jc w:val="both"/>
        <w:rPr>
          <w:rFonts w:ascii="Times New Roman" w:hAnsi="Times New Roman" w:cs="Times New Roman"/>
          <w:lang w:val="sl-SI"/>
        </w:rPr>
      </w:pPr>
      <w:r w:rsidRPr="00C9552D">
        <w:rPr>
          <w:rFonts w:ascii="Times New Roman" w:hAnsi="Times New Roman" w:cs="Times New Roman"/>
          <w:lang w:val="sl-SI"/>
        </w:rPr>
        <w:t>За члана Надзорног одбора не може бити биран:</w:t>
      </w:r>
    </w:p>
    <w:p w:rsidR="00B54937" w:rsidRPr="00C9552D" w:rsidRDefault="00B54937" w:rsidP="003F3B78">
      <w:pPr>
        <w:pStyle w:val="BlockText"/>
        <w:numPr>
          <w:ilvl w:val="0"/>
          <w:numId w:val="3"/>
        </w:numPr>
        <w:ind w:left="0" w:right="-52" w:firstLine="709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lang w:val="sl-SI"/>
        </w:rPr>
        <w:t xml:space="preserve">директор и извршни директори Јавног предузећа, </w:t>
      </w:r>
    </w:p>
    <w:p w:rsidR="00B54937" w:rsidRPr="00C9552D" w:rsidRDefault="00B54937" w:rsidP="007970F1">
      <w:pPr>
        <w:pStyle w:val="BlockText"/>
        <w:numPr>
          <w:ilvl w:val="0"/>
          <w:numId w:val="3"/>
        </w:numPr>
        <w:ind w:left="0" w:right="-52" w:firstLine="709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lang w:val="sl-SI"/>
        </w:rPr>
        <w:t>члан Надзорног одбора или запослени у другом предузећу које је по својој дјелатности непосредни конкурент предузећу.</w:t>
      </w:r>
      <w:r w:rsidRPr="00C9552D">
        <w:rPr>
          <w:rFonts w:ascii="Times New Roman" w:hAnsi="Times New Roman" w:cs="Times New Roman"/>
          <w:lang w:val="en-US" w:eastAsia="en-US"/>
        </w:rPr>
        <w:t xml:space="preserve"> ”</w:t>
      </w:r>
    </w:p>
    <w:p w:rsidR="00B54937" w:rsidRPr="00C9552D" w:rsidRDefault="00B54937" w:rsidP="005A39CF">
      <w:pPr>
        <w:pStyle w:val="BlockText"/>
        <w:ind w:left="709" w:right="-52" w:firstLine="0"/>
        <w:jc w:val="both"/>
        <w:rPr>
          <w:rFonts w:ascii="Times New Roman" w:hAnsi="Times New Roman" w:cs="Times New Roman"/>
        </w:rPr>
      </w:pPr>
    </w:p>
    <w:p w:rsidR="00B54937" w:rsidRPr="00C9552D" w:rsidRDefault="00B54937" w:rsidP="004F16B2">
      <w:pPr>
        <w:ind w:left="2160"/>
        <w:rPr>
          <w:rFonts w:ascii="Times New Roman" w:hAnsi="Times New Roman" w:cs="Times New Roman"/>
          <w:b/>
          <w:bCs/>
          <w:lang w:val="sl-SI"/>
        </w:rPr>
      </w:pPr>
      <w:r w:rsidRPr="00C9552D">
        <w:rPr>
          <w:rFonts w:ascii="Times New Roman" w:hAnsi="Times New Roman" w:cs="Times New Roman"/>
          <w:b/>
          <w:bCs/>
          <w:lang w:val="sl-SI"/>
        </w:rPr>
        <w:tab/>
      </w:r>
      <w:r w:rsidRPr="00C9552D">
        <w:rPr>
          <w:rFonts w:ascii="Times New Roman" w:hAnsi="Times New Roman" w:cs="Times New Roman"/>
          <w:b/>
          <w:bCs/>
          <w:lang w:val="sl-SI"/>
        </w:rPr>
        <w:tab/>
      </w:r>
      <w:r w:rsidRPr="00C9552D">
        <w:rPr>
          <w:rFonts w:ascii="Times New Roman" w:hAnsi="Times New Roman" w:cs="Times New Roman"/>
          <w:b/>
          <w:bCs/>
          <w:lang w:val="sl-SI"/>
        </w:rPr>
        <w:tab/>
      </w:r>
      <w:r w:rsidRPr="00C9552D">
        <w:rPr>
          <w:rFonts w:ascii="Times New Roman" w:hAnsi="Times New Roman" w:cs="Times New Roman"/>
          <w:lang w:val="sl-SI"/>
        </w:rPr>
        <w:t>Члан 3</w:t>
      </w:r>
      <w:r w:rsidRPr="00C9552D">
        <w:rPr>
          <w:rFonts w:ascii="Times New Roman" w:hAnsi="Times New Roman" w:cs="Times New Roman"/>
          <w:b/>
          <w:bCs/>
          <w:lang w:val="sl-SI"/>
        </w:rPr>
        <w:t>.</w:t>
      </w:r>
    </w:p>
    <w:p w:rsidR="00B54937" w:rsidRPr="00C9552D" w:rsidRDefault="00B54937" w:rsidP="004F16B2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B54937" w:rsidRPr="00C9552D" w:rsidRDefault="00B54937" w:rsidP="004A48AE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</w:rPr>
        <w:t xml:space="preserve">           Члан 22.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B54937" w:rsidRPr="00C9552D" w:rsidRDefault="00B54937" w:rsidP="008B7672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 xml:space="preserve">             „За члана Надзорног одбора се може изабрати кандидат који испуњава следеће услове: </w:t>
      </w:r>
    </w:p>
    <w:p w:rsidR="00B54937" w:rsidRPr="00C9552D" w:rsidRDefault="00B54937" w:rsidP="000F1C27">
      <w:pPr>
        <w:ind w:firstLine="720"/>
        <w:jc w:val="both"/>
        <w:rPr>
          <w:rFonts w:ascii="Times New Roman" w:hAnsi="Times New Roman" w:cs="Times New Roman"/>
          <w:b/>
          <w:bCs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r-Latn-BA"/>
        </w:rPr>
        <w:t xml:space="preserve">1) Општи услови : </w:t>
      </w:r>
    </w:p>
    <w:p w:rsidR="00B54937" w:rsidRPr="00C9552D" w:rsidRDefault="00B54937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држављанин БиХ,</w:t>
      </w:r>
    </w:p>
    <w:p w:rsidR="00B54937" w:rsidRPr="00C9552D" w:rsidRDefault="00B54937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старији од 18 година,</w:t>
      </w:r>
    </w:p>
    <w:p w:rsidR="00B54937" w:rsidRPr="00C9552D" w:rsidRDefault="00B54937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отпуштан из државне службе по основу дисциплинских мјера, на било којем нивоу власти у БиХ или ентитету у периоду од три (3) године прије дана објављивања конкурса,</w:t>
      </w:r>
    </w:p>
    <w:p w:rsidR="00B54937" w:rsidRPr="00C9552D" w:rsidRDefault="00B54937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осуђиван за кривично дјело које га чини неподобним за обављање послова у Надзорном одбору,</w:t>
      </w:r>
    </w:p>
    <w:p w:rsidR="00B54937" w:rsidRPr="00C9552D" w:rsidRDefault="00B54937" w:rsidP="00162A5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се против њега не води кривични поступак,</w:t>
      </w:r>
    </w:p>
    <w:p w:rsidR="00B54937" w:rsidRPr="00C9552D" w:rsidRDefault="00B54937" w:rsidP="00C7012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 xml:space="preserve">да се на њега не односи члан </w:t>
      </w:r>
      <w:r>
        <w:rPr>
          <w:rFonts w:ascii="Times New Roman" w:hAnsi="Times New Roman" w:cs="Times New Roman"/>
          <w:lang w:val="en-US"/>
        </w:rPr>
        <w:t>I</w:t>
      </w:r>
      <w:r w:rsidRPr="00C9552D">
        <w:rPr>
          <w:rFonts w:ascii="Times New Roman" w:hAnsi="Times New Roman" w:cs="Times New Roman"/>
        </w:rPr>
        <w:t>X став 1. Устава БиХ (Да није подигнута оптужница за ратне злочине).</w:t>
      </w:r>
    </w:p>
    <w:p w:rsidR="00B54937" w:rsidRPr="00C9552D" w:rsidRDefault="00B54937" w:rsidP="00FC46F3">
      <w:pPr>
        <w:ind w:left="720"/>
        <w:jc w:val="both"/>
        <w:rPr>
          <w:rFonts w:ascii="Times New Roman" w:hAnsi="Times New Roman" w:cs="Times New Roman"/>
        </w:rPr>
      </w:pPr>
    </w:p>
    <w:p w:rsidR="00B54937" w:rsidRPr="00C9552D" w:rsidRDefault="00B54937" w:rsidP="000F1C27">
      <w:pPr>
        <w:ind w:firstLine="720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b/>
          <w:bCs/>
        </w:rPr>
        <w:t>2) Посебни услови за кандидате</w:t>
      </w:r>
      <w:r w:rsidRPr="00C9552D">
        <w:rPr>
          <w:rFonts w:ascii="Times New Roman" w:hAnsi="Times New Roman" w:cs="Times New Roman"/>
        </w:rPr>
        <w:t>:</w:t>
      </w:r>
    </w:p>
    <w:p w:rsidR="00B54937" w:rsidRPr="00C9552D" w:rsidRDefault="00B54937" w:rsidP="00157979">
      <w:pPr>
        <w:jc w:val="both"/>
        <w:rPr>
          <w:rFonts w:ascii="Times New Roman" w:hAnsi="Times New Roman" w:cs="Times New Roman"/>
        </w:rPr>
      </w:pPr>
    </w:p>
    <w:p w:rsidR="00B54937" w:rsidRPr="00C9552D" w:rsidRDefault="00B54937" w:rsidP="00813D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   </w:t>
      </w:r>
      <w:r>
        <w:rPr>
          <w:rFonts w:ascii="Times New Roman" w:hAnsi="Times New Roman" w:cs="Times New Roman"/>
          <w:lang w:val="en-US" w:eastAsia="en-US"/>
        </w:rPr>
        <w:tab/>
      </w:r>
      <w:r w:rsidRPr="00C9552D">
        <w:rPr>
          <w:rFonts w:ascii="Times New Roman" w:hAnsi="Times New Roman" w:cs="Times New Roman"/>
          <w:lang w:val="en-US" w:eastAsia="en-US"/>
        </w:rPr>
        <w:t xml:space="preserve"> - висока (VII степен) или виша (VI степен) стручна спрема,</w:t>
      </w:r>
    </w:p>
    <w:p w:rsidR="00B54937" w:rsidRPr="00C9552D" w:rsidRDefault="00B54937" w:rsidP="00813D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   </w:t>
      </w:r>
      <w:r>
        <w:rPr>
          <w:rFonts w:ascii="Times New Roman" w:hAnsi="Times New Roman" w:cs="Times New Roman"/>
          <w:lang w:val="en-US" w:eastAsia="en-US"/>
        </w:rPr>
        <w:tab/>
      </w:r>
      <w:r w:rsidRPr="00C9552D">
        <w:rPr>
          <w:rFonts w:ascii="Times New Roman" w:hAnsi="Times New Roman" w:cs="Times New Roman"/>
          <w:lang w:val="en-US" w:eastAsia="en-US"/>
        </w:rPr>
        <w:t xml:space="preserve"> - познавање проблематике у дјелатности којом се бави предузеће,</w:t>
      </w:r>
    </w:p>
    <w:p w:rsidR="00B54937" w:rsidRPr="00C9552D" w:rsidRDefault="00B54937" w:rsidP="00813D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   </w:t>
      </w:r>
      <w:r>
        <w:rPr>
          <w:rFonts w:ascii="Times New Roman" w:hAnsi="Times New Roman" w:cs="Times New Roman"/>
          <w:lang w:val="en-US" w:eastAsia="en-US"/>
        </w:rPr>
        <w:tab/>
      </w:r>
      <w:r w:rsidRPr="00C9552D">
        <w:rPr>
          <w:rFonts w:ascii="Times New Roman" w:hAnsi="Times New Roman" w:cs="Times New Roman"/>
          <w:lang w:val="en-US" w:eastAsia="en-US"/>
        </w:rPr>
        <w:t xml:space="preserve"> - познавање садржаја и начина рада органа управљања,</w:t>
      </w:r>
    </w:p>
    <w:p w:rsidR="00B54937" w:rsidRPr="00C9552D" w:rsidRDefault="00B54937" w:rsidP="00813D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 </w:t>
      </w:r>
      <w:r>
        <w:rPr>
          <w:rFonts w:ascii="Times New Roman" w:hAnsi="Times New Roman" w:cs="Times New Roman"/>
          <w:lang w:val="en-US" w:eastAsia="en-US"/>
        </w:rPr>
        <w:tab/>
      </w:r>
      <w:r w:rsidRPr="00C9552D">
        <w:rPr>
          <w:rFonts w:ascii="Times New Roman" w:hAnsi="Times New Roman" w:cs="Times New Roman"/>
          <w:lang w:val="en-US" w:eastAsia="en-US"/>
        </w:rPr>
        <w:t xml:space="preserve">   - доказани резултати рада на ранијим пословима. ”</w:t>
      </w:r>
    </w:p>
    <w:p w:rsidR="00B54937" w:rsidRPr="00C9552D" w:rsidRDefault="00B54937" w:rsidP="001E08EE">
      <w:pPr>
        <w:jc w:val="both"/>
        <w:rPr>
          <w:rFonts w:ascii="Times New Roman" w:hAnsi="Times New Roman" w:cs="Times New Roman"/>
        </w:rPr>
      </w:pPr>
    </w:p>
    <w:p w:rsidR="00B54937" w:rsidRPr="00C9552D" w:rsidRDefault="00B54937" w:rsidP="00C9552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9552D">
        <w:rPr>
          <w:rFonts w:ascii="Times New Roman" w:hAnsi="Times New Roman" w:cs="Times New Roman"/>
          <w:sz w:val="24"/>
          <w:szCs w:val="24"/>
        </w:rPr>
        <w:t>Члан 4.</w:t>
      </w:r>
    </w:p>
    <w:p w:rsidR="00B54937" w:rsidRPr="00C9552D" w:rsidRDefault="00B54937" w:rsidP="00B63615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B54937" w:rsidRPr="00C9552D" w:rsidRDefault="00B54937" w:rsidP="00813DB0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</w:rPr>
        <w:tab/>
        <w:t xml:space="preserve">Члан 24.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B54937" w:rsidRPr="00C9552D" w:rsidRDefault="00B54937" w:rsidP="00C9552D">
      <w:pPr>
        <w:ind w:firstLine="720"/>
        <w:jc w:val="both"/>
        <w:rPr>
          <w:rFonts w:ascii="Times New Roman" w:hAnsi="Times New Roman" w:cs="Times New Roman"/>
          <w:color w:val="00B0F0"/>
          <w:lang w:val="en-US" w:eastAsia="en-US"/>
        </w:rPr>
      </w:pPr>
      <w:r w:rsidRPr="00C9552D">
        <w:rPr>
          <w:rFonts w:ascii="Times New Roman" w:hAnsi="Times New Roman" w:cs="Times New Roman"/>
          <w:lang w:val="sr-Latn-BA"/>
        </w:rPr>
        <w:t>„Мандат предсједника и чланова Надзорног одбора може престати:</w:t>
      </w:r>
    </w:p>
    <w:p w:rsidR="00B54937" w:rsidRPr="00C9552D" w:rsidRDefault="00B54937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истеком мандата на који су именовани,</w:t>
      </w:r>
    </w:p>
    <w:p w:rsidR="00B54937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- неусвајањем Извјештаја о раду Јавног предузећа и Програма рада од стране </w:t>
      </w:r>
      <w:r>
        <w:rPr>
          <w:rFonts w:ascii="Times New Roman" w:hAnsi="Times New Roman" w:cs="Times New Roman"/>
          <w:lang w:val="en-US" w:eastAsia="en-US"/>
        </w:rPr>
        <w:t xml:space="preserve">                 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  </w:t>
      </w:r>
      <w:r w:rsidRPr="00C9552D">
        <w:rPr>
          <w:rFonts w:ascii="Times New Roman" w:hAnsi="Times New Roman" w:cs="Times New Roman"/>
          <w:lang w:val="en-US" w:eastAsia="en-US"/>
        </w:rPr>
        <w:t>Скупштине   Града,</w:t>
      </w:r>
    </w:p>
    <w:p w:rsidR="00B54937" w:rsidRPr="00C9552D" w:rsidRDefault="00B54937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пословање предузећа са финансијским губитком,</w:t>
      </w:r>
    </w:p>
    <w:p w:rsidR="00B54937" w:rsidRPr="00C9552D" w:rsidRDefault="00B54937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оставком већине чланова Надзорног одбора,</w:t>
      </w:r>
    </w:p>
    <w:p w:rsidR="00B54937" w:rsidRPr="00C9552D" w:rsidRDefault="00B54937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неоправдани изостанак са узастопно 3 сједнице,</w:t>
      </w:r>
    </w:p>
    <w:p w:rsidR="00B54937" w:rsidRPr="00C9552D" w:rsidRDefault="00B54937" w:rsidP="00C9552D">
      <w:pPr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нередовно одржавање сједница Надзорног одбор,</w:t>
      </w:r>
    </w:p>
    <w:p w:rsidR="00B54937" w:rsidRPr="00C9552D" w:rsidRDefault="00B54937" w:rsidP="00C9552D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en-US" w:eastAsia="en-US"/>
        </w:rPr>
        <w:t>- смрћу или губитком пословне способности. ”</w:t>
      </w:r>
    </w:p>
    <w:p w:rsidR="00B54937" w:rsidRPr="00C9552D" w:rsidRDefault="00B54937" w:rsidP="00813DB0">
      <w:pPr>
        <w:pStyle w:val="NoSpacing"/>
        <w:jc w:val="both"/>
        <w:rPr>
          <w:rFonts w:ascii="Times New Roman" w:hAnsi="Times New Roman" w:cs="Times New Roman"/>
          <w:lang w:val="sr-Latn-BA"/>
        </w:rPr>
      </w:pPr>
    </w:p>
    <w:p w:rsidR="00B54937" w:rsidRPr="00C9552D" w:rsidRDefault="00B54937" w:rsidP="000F3D6A">
      <w:pPr>
        <w:ind w:left="720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  <w:t>Члан 5.</w:t>
      </w:r>
    </w:p>
    <w:p w:rsidR="00B54937" w:rsidRPr="00C9552D" w:rsidRDefault="00B54937" w:rsidP="000F3D6A">
      <w:pPr>
        <w:ind w:left="720"/>
        <w:rPr>
          <w:rFonts w:ascii="Times New Roman" w:hAnsi="Times New Roman" w:cs="Times New Roman"/>
          <w:lang w:val="sr-Latn-BA"/>
        </w:rPr>
      </w:pPr>
    </w:p>
    <w:p w:rsidR="00B54937" w:rsidRPr="00C9552D" w:rsidRDefault="00B54937" w:rsidP="008B7672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</w:rPr>
        <w:t xml:space="preserve">            Члан 28.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B54937" w:rsidRPr="00C9552D" w:rsidRDefault="00B54937" w:rsidP="00C9552D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 xml:space="preserve">„За директора предузећа може се именовати лице које испуњавања следеће услове: </w:t>
      </w:r>
    </w:p>
    <w:p w:rsidR="00B54937" w:rsidRPr="00C9552D" w:rsidRDefault="00B54937" w:rsidP="000744A1">
      <w:pPr>
        <w:autoSpaceDE w:val="0"/>
        <w:autoSpaceDN w:val="0"/>
        <w:adjustRightInd w:val="0"/>
        <w:rPr>
          <w:rFonts w:ascii="Times New Roman" w:hAnsi="Times New Roman" w:cs="Times New Roman"/>
          <w:color w:val="00B0F0"/>
          <w:lang w:val="en-US" w:eastAsia="en-US"/>
        </w:rPr>
      </w:pPr>
    </w:p>
    <w:p w:rsidR="00B54937" w:rsidRPr="00C9552D" w:rsidRDefault="00B54937" w:rsidP="00C9552D">
      <w:pPr>
        <w:ind w:firstLine="720"/>
        <w:jc w:val="both"/>
        <w:rPr>
          <w:rFonts w:ascii="Times New Roman" w:hAnsi="Times New Roman" w:cs="Times New Roman"/>
          <w:b/>
          <w:bCs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r-Latn-BA"/>
        </w:rPr>
        <w:t xml:space="preserve">1) Општи услови : </w:t>
      </w:r>
    </w:p>
    <w:p w:rsidR="00B54937" w:rsidRPr="00C9552D" w:rsidRDefault="00B54937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држављанин БиХ,</w:t>
      </w:r>
    </w:p>
    <w:p w:rsidR="00B54937" w:rsidRPr="00C9552D" w:rsidRDefault="00B54937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старији од 18 година,</w:t>
      </w:r>
    </w:p>
    <w:p w:rsidR="00B54937" w:rsidRPr="00C9552D" w:rsidRDefault="00B54937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отпуштан из државне службе по основу дисциплинских мјера, на било којем нивоу власти у БиХ или ентитету у периоду од три (3) године прије дана објављивања конкурса,</w:t>
      </w:r>
    </w:p>
    <w:p w:rsidR="00B54937" w:rsidRPr="00C9552D" w:rsidRDefault="00B54937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осуђиван за кривично дјело које га чини неподобним за обављање дужности у наведеном органу,</w:t>
      </w:r>
    </w:p>
    <w:p w:rsidR="00B54937" w:rsidRPr="00C9552D" w:rsidRDefault="00B54937" w:rsidP="007A22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се против њега не води кривични поступак,</w:t>
      </w:r>
    </w:p>
    <w:p w:rsidR="00B54937" w:rsidRPr="00C9552D" w:rsidRDefault="00B54937" w:rsidP="003F3B78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се на њега не односи члан IX став 1. Устава БиХ (Да није подигнута оптужница за ратне злочине).</w:t>
      </w:r>
    </w:p>
    <w:p w:rsidR="00B54937" w:rsidRDefault="00B54937" w:rsidP="00930FD5">
      <w:pPr>
        <w:ind w:left="720"/>
        <w:jc w:val="both"/>
        <w:rPr>
          <w:rFonts w:ascii="Times New Roman" w:hAnsi="Times New Roman" w:cs="Times New Roman"/>
        </w:rPr>
      </w:pPr>
    </w:p>
    <w:p w:rsidR="00B54937" w:rsidRDefault="00B54937" w:rsidP="00930FD5">
      <w:pPr>
        <w:ind w:left="720"/>
        <w:jc w:val="both"/>
        <w:rPr>
          <w:rFonts w:ascii="Times New Roman" w:hAnsi="Times New Roman" w:cs="Times New Roman"/>
        </w:rPr>
      </w:pPr>
    </w:p>
    <w:p w:rsidR="00B54937" w:rsidRPr="00C9552D" w:rsidRDefault="00B54937" w:rsidP="00930FD5">
      <w:pPr>
        <w:ind w:left="720"/>
        <w:jc w:val="both"/>
        <w:rPr>
          <w:rFonts w:ascii="Times New Roman" w:hAnsi="Times New Roman" w:cs="Times New Roman"/>
        </w:rPr>
      </w:pPr>
    </w:p>
    <w:p w:rsidR="00B54937" w:rsidRPr="00C9552D" w:rsidRDefault="00B54937" w:rsidP="00C9552D">
      <w:pPr>
        <w:ind w:firstLine="360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b/>
          <w:bCs/>
        </w:rPr>
        <w:t>2) Посебни услови за кандидате</w:t>
      </w:r>
      <w:r w:rsidRPr="00C9552D">
        <w:rPr>
          <w:rFonts w:ascii="Times New Roman" w:hAnsi="Times New Roman" w:cs="Times New Roman"/>
        </w:rPr>
        <w:t>:</w:t>
      </w:r>
    </w:p>
    <w:p w:rsidR="00B54937" w:rsidRPr="00C9552D" w:rsidRDefault="00B54937" w:rsidP="007A225D">
      <w:pPr>
        <w:jc w:val="both"/>
        <w:rPr>
          <w:rFonts w:ascii="Times New Roman" w:hAnsi="Times New Roman" w:cs="Times New Roman"/>
        </w:rPr>
      </w:pPr>
    </w:p>
    <w:p w:rsidR="00B54937" w:rsidRDefault="00B54937" w:rsidP="00C9552D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en-US" w:eastAsia="en-US"/>
        </w:rPr>
        <w:t>- висока стручна спрема (VII степен)</w:t>
      </w:r>
      <w:r w:rsidRPr="00C9552D">
        <w:rPr>
          <w:rFonts w:ascii="Times New Roman" w:hAnsi="Times New Roman" w:cs="Times New Roman"/>
          <w:lang w:val="sr-Latn-BA"/>
        </w:rPr>
        <w:t xml:space="preserve"> економског, правног, другог друштвеног, </w:t>
      </w:r>
      <w:r>
        <w:rPr>
          <w:rFonts w:ascii="Times New Roman" w:hAnsi="Times New Roman" w:cs="Times New Roman"/>
          <w:lang w:val="sr-Latn-BA"/>
        </w:rPr>
        <w:t xml:space="preserve"> </w:t>
      </w:r>
    </w:p>
    <w:p w:rsidR="00B54937" w:rsidRPr="00C9552D" w:rsidRDefault="00B54937" w:rsidP="00C9552D">
      <w:pPr>
        <w:ind w:firstLine="720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Latn-BA"/>
        </w:rPr>
        <w:t xml:space="preserve">  </w:t>
      </w:r>
      <w:r w:rsidRPr="00C9552D">
        <w:rPr>
          <w:rFonts w:ascii="Times New Roman" w:hAnsi="Times New Roman" w:cs="Times New Roman"/>
          <w:lang w:val="sr-Latn-BA"/>
        </w:rPr>
        <w:t xml:space="preserve">техничког 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C9552D">
        <w:rPr>
          <w:rFonts w:ascii="Times New Roman" w:hAnsi="Times New Roman" w:cs="Times New Roman"/>
          <w:lang w:val="sr-Latn-BA"/>
        </w:rPr>
        <w:t>или пољопривредног смјера,</w:t>
      </w:r>
    </w:p>
    <w:p w:rsidR="00B54937" w:rsidRPr="00C9552D" w:rsidRDefault="00B54937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потребно стручно знање из дјелатности којом се бави предузеће,</w:t>
      </w:r>
    </w:p>
    <w:p w:rsidR="00B54937" w:rsidRPr="00C9552D" w:rsidRDefault="00B54937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најмање пет година радног искуства у струци,</w:t>
      </w:r>
    </w:p>
    <w:p w:rsidR="00B54937" w:rsidRPr="00C9552D" w:rsidRDefault="00B54937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посједовање руководних и организационих способности,</w:t>
      </w:r>
    </w:p>
    <w:p w:rsidR="00B54937" w:rsidRPr="00C9552D" w:rsidRDefault="00B54937" w:rsidP="00C955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доказани резултати и успјеси у обављању ранијих послова,</w:t>
      </w:r>
    </w:p>
    <w:p w:rsidR="00B54937" w:rsidRPr="00C9552D" w:rsidRDefault="00B54937" w:rsidP="00C9552D">
      <w:pPr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програм рада.</w:t>
      </w:r>
    </w:p>
    <w:p w:rsidR="00B54937" w:rsidRPr="00C9552D" w:rsidRDefault="00B54937" w:rsidP="00813DB0">
      <w:pPr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en-US" w:eastAsia="en-US"/>
        </w:rPr>
        <w:t xml:space="preserve">     </w:t>
      </w:r>
      <w:r>
        <w:rPr>
          <w:rFonts w:ascii="Times New Roman" w:hAnsi="Times New Roman" w:cs="Times New Roman"/>
          <w:lang w:val="en-US" w:eastAsia="en-US"/>
        </w:rPr>
        <w:tab/>
        <w:t xml:space="preserve"> </w:t>
      </w:r>
      <w:r w:rsidRPr="00C9552D">
        <w:rPr>
          <w:rFonts w:ascii="Times New Roman" w:hAnsi="Times New Roman" w:cs="Times New Roman"/>
          <w:lang w:val="en-US" w:eastAsia="en-US"/>
        </w:rPr>
        <w:t>Директор Јавног предузећа се именује по спроведеном јавном конкурсу на период од четири године а по истеку мандата може бити поново биран.”</w:t>
      </w:r>
    </w:p>
    <w:p w:rsidR="00B54937" w:rsidRPr="00C9552D" w:rsidRDefault="00B54937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B54937" w:rsidRPr="00C9552D" w:rsidRDefault="00B54937" w:rsidP="0045774F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  <w:t>Члан 6.</w:t>
      </w:r>
    </w:p>
    <w:p w:rsidR="00B54937" w:rsidRPr="00C9552D" w:rsidRDefault="00B54937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B54937" w:rsidRPr="00C9552D" w:rsidRDefault="00B54937" w:rsidP="00813DB0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</w:rPr>
        <w:t xml:space="preserve">            Члан 30.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B54937" w:rsidRPr="00C9552D" w:rsidRDefault="00B54937" w:rsidP="000F1C27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>„ Директору Јавног предузећа престаје функција: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истеком мандата на који је именован,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- на лични захтјев - оставком, </w:t>
      </w:r>
    </w:p>
    <w:p w:rsidR="00B54937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 xml:space="preserve">- неусвајање Извјештаја о раду Јавног предузећа и Програма рада од стране 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  Скупштинe</w:t>
      </w:r>
      <w:r w:rsidRPr="00C9552D">
        <w:rPr>
          <w:rFonts w:ascii="Times New Roman" w:hAnsi="Times New Roman" w:cs="Times New Roman"/>
          <w:lang w:val="en-US" w:eastAsia="en-US"/>
        </w:rPr>
        <w:t xml:space="preserve"> Града,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ако предузеће послује са финансијским губитком,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наступање неке од сметњи за обављање функције директора предузећа,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смрћу или губитком пословне способости. ”</w:t>
      </w:r>
    </w:p>
    <w:p w:rsidR="00B54937" w:rsidRPr="00C9552D" w:rsidRDefault="00B54937" w:rsidP="0013212E">
      <w:pPr>
        <w:jc w:val="both"/>
        <w:rPr>
          <w:rFonts w:ascii="Times New Roman" w:hAnsi="Times New Roman" w:cs="Times New Roman"/>
          <w:lang w:val="sr-Latn-BA"/>
        </w:rPr>
      </w:pPr>
    </w:p>
    <w:p w:rsidR="00B54937" w:rsidRPr="00C9552D" w:rsidRDefault="00B54937" w:rsidP="008B7672">
      <w:pPr>
        <w:jc w:val="center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>Члан 7.</w:t>
      </w:r>
    </w:p>
    <w:p w:rsidR="00B54937" w:rsidRPr="00C9552D" w:rsidRDefault="00B54937" w:rsidP="008B7672">
      <w:pPr>
        <w:jc w:val="center"/>
        <w:rPr>
          <w:rFonts w:ascii="Times New Roman" w:hAnsi="Times New Roman" w:cs="Times New Roman"/>
          <w:lang w:val="sr-Latn-BA"/>
        </w:rPr>
      </w:pPr>
    </w:p>
    <w:p w:rsidR="00B54937" w:rsidRPr="00C9552D" w:rsidRDefault="00B54937" w:rsidP="00813DB0">
      <w:pPr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 xml:space="preserve">            </w:t>
      </w:r>
      <w:r w:rsidRPr="00C9552D">
        <w:rPr>
          <w:rFonts w:ascii="Times New Roman" w:hAnsi="Times New Roman" w:cs="Times New Roman"/>
        </w:rPr>
        <w:t xml:space="preserve">Члан 32. Статута </w:t>
      </w:r>
      <w:r w:rsidRPr="00C9552D">
        <w:rPr>
          <w:rFonts w:ascii="Times New Roman" w:hAnsi="Times New Roman" w:cs="Times New Roman"/>
          <w:lang w:val="sr-Latn-BA"/>
        </w:rPr>
        <w:t>мијења се и гласи:</w:t>
      </w:r>
    </w:p>
    <w:p w:rsidR="00B54937" w:rsidRPr="00C9552D" w:rsidRDefault="00B54937" w:rsidP="000F1C27">
      <w:pPr>
        <w:ind w:right="-52" w:firstLine="709"/>
        <w:jc w:val="both"/>
        <w:rPr>
          <w:rFonts w:ascii="Times New Roman" w:hAnsi="Times New Roman" w:cs="Times New Roman"/>
          <w:lang w:val="sr-Cyrl-CS"/>
        </w:rPr>
      </w:pPr>
      <w:r w:rsidRPr="00C9552D">
        <w:rPr>
          <w:rFonts w:ascii="Times New Roman" w:hAnsi="Times New Roman" w:cs="Times New Roman"/>
          <w:lang w:val="sr-Latn-CS"/>
        </w:rPr>
        <w:t>„</w:t>
      </w:r>
      <w:r w:rsidRPr="00C9552D">
        <w:rPr>
          <w:rFonts w:ascii="Times New Roman" w:hAnsi="Times New Roman" w:cs="Times New Roman"/>
          <w:lang w:val="sr-Cyrl-CS"/>
        </w:rPr>
        <w:t xml:space="preserve">Унутрашњим организационим јединицама Јавног предузећа руководе извршни директори које у складу са оперативним и пословним потребама Јавног предузећа, на образложени приједлог директора предузећа, бира Надзорни одбор након спроведеног јавног конкурса у складу са законом. </w:t>
      </w:r>
    </w:p>
    <w:p w:rsidR="00B54937" w:rsidRPr="00C9552D" w:rsidRDefault="00B54937" w:rsidP="00813DB0">
      <w:pPr>
        <w:ind w:right="-52" w:firstLine="709"/>
        <w:jc w:val="both"/>
        <w:rPr>
          <w:rFonts w:ascii="Times New Roman" w:hAnsi="Times New Roman" w:cs="Times New Roman"/>
          <w:lang w:val="sr-Latn-CS"/>
        </w:rPr>
      </w:pPr>
      <w:r w:rsidRPr="00C9552D">
        <w:rPr>
          <w:rFonts w:ascii="Times New Roman" w:hAnsi="Times New Roman" w:cs="Times New Roman"/>
          <w:lang w:val="sr-Cyrl-CS"/>
        </w:rPr>
        <w:t>За извршног директора може се именовати лице које испуњава следеће услове:</w:t>
      </w:r>
    </w:p>
    <w:p w:rsidR="00B54937" w:rsidRPr="00C9552D" w:rsidRDefault="00B54937" w:rsidP="00D86E32">
      <w:pPr>
        <w:ind w:right="-52"/>
        <w:rPr>
          <w:rFonts w:ascii="Times New Roman" w:hAnsi="Times New Roman" w:cs="Times New Roman"/>
          <w:lang w:val="sr-Latn-CS"/>
        </w:rPr>
      </w:pPr>
    </w:p>
    <w:p w:rsidR="00B54937" w:rsidRPr="00C9552D" w:rsidRDefault="00B54937" w:rsidP="000F1C27">
      <w:pPr>
        <w:ind w:firstLine="360"/>
        <w:jc w:val="both"/>
        <w:rPr>
          <w:rFonts w:ascii="Times New Roman" w:hAnsi="Times New Roman" w:cs="Times New Roman"/>
          <w:b/>
          <w:bCs/>
          <w:lang w:val="sr-Latn-BA"/>
        </w:rPr>
      </w:pPr>
      <w:r w:rsidRPr="00C9552D">
        <w:rPr>
          <w:rFonts w:ascii="Times New Roman" w:hAnsi="Times New Roman" w:cs="Times New Roman"/>
          <w:b/>
          <w:bCs/>
          <w:lang w:val="sr-Latn-BA"/>
        </w:rPr>
        <w:t xml:space="preserve">1) Општи услови : </w:t>
      </w:r>
    </w:p>
    <w:p w:rsidR="00B54937" w:rsidRPr="00C9552D" w:rsidRDefault="00B54937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држављанин БиХ,</w:t>
      </w:r>
    </w:p>
    <w:p w:rsidR="00B54937" w:rsidRPr="00C9552D" w:rsidRDefault="00B54937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је старији од 18 година,</w:t>
      </w:r>
    </w:p>
    <w:p w:rsidR="00B54937" w:rsidRPr="00C9552D" w:rsidRDefault="00B54937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отпуштан из државне службе по основу дисциплинских мјера, на било којем нивоу власти у БиХ или ентитету у периоду од три (3) године прије дана објављивања конкурса,</w:t>
      </w:r>
    </w:p>
    <w:p w:rsidR="00B54937" w:rsidRPr="00C9552D" w:rsidRDefault="00B54937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није осуђиван за кривично дјело које га чини неподобним за обављање дужности у наведеном органу,</w:t>
      </w:r>
    </w:p>
    <w:p w:rsidR="00B54937" w:rsidRPr="00C9552D" w:rsidRDefault="00B54937" w:rsidP="0051643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>да се против њега не води кривични поступак,</w:t>
      </w:r>
    </w:p>
    <w:p w:rsidR="00B54937" w:rsidRPr="00C9552D" w:rsidRDefault="00B54937" w:rsidP="00731512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</w:rPr>
        <w:t xml:space="preserve">да се на њега не односи члан </w:t>
      </w:r>
      <w:r>
        <w:rPr>
          <w:rFonts w:ascii="Times New Roman" w:hAnsi="Times New Roman" w:cs="Times New Roman"/>
        </w:rPr>
        <w:t>I</w:t>
      </w:r>
      <w:r w:rsidRPr="00C9552D">
        <w:rPr>
          <w:rFonts w:ascii="Times New Roman" w:hAnsi="Times New Roman" w:cs="Times New Roman"/>
        </w:rPr>
        <w:t>X став 1. Устава БиХ (Да није подигнута оптужница за ратне злочине).</w:t>
      </w:r>
    </w:p>
    <w:p w:rsidR="00B54937" w:rsidRPr="00C9552D" w:rsidRDefault="00B54937" w:rsidP="005A39CF">
      <w:pPr>
        <w:jc w:val="both"/>
        <w:rPr>
          <w:rFonts w:ascii="Times New Roman" w:hAnsi="Times New Roman" w:cs="Times New Roman"/>
        </w:rPr>
      </w:pPr>
    </w:p>
    <w:p w:rsidR="00B54937" w:rsidRPr="00C9552D" w:rsidRDefault="00B54937" w:rsidP="000F1C27">
      <w:pPr>
        <w:ind w:firstLine="720"/>
        <w:jc w:val="both"/>
        <w:rPr>
          <w:rFonts w:ascii="Times New Roman" w:hAnsi="Times New Roman" w:cs="Times New Roman"/>
        </w:rPr>
      </w:pPr>
      <w:r w:rsidRPr="00C9552D">
        <w:rPr>
          <w:rFonts w:ascii="Times New Roman" w:hAnsi="Times New Roman" w:cs="Times New Roman"/>
          <w:b/>
          <w:bCs/>
        </w:rPr>
        <w:t>2) Посебни услови за кандидате</w:t>
      </w:r>
      <w:r w:rsidRPr="00C9552D">
        <w:rPr>
          <w:rFonts w:ascii="Times New Roman" w:hAnsi="Times New Roman" w:cs="Times New Roman"/>
        </w:rPr>
        <w:t>:</w:t>
      </w:r>
    </w:p>
    <w:p w:rsidR="00B54937" w:rsidRPr="00C9552D" w:rsidRDefault="00B54937" w:rsidP="00516431">
      <w:pPr>
        <w:jc w:val="both"/>
        <w:rPr>
          <w:rFonts w:ascii="Times New Roman" w:hAnsi="Times New Roman" w:cs="Times New Roman"/>
        </w:rPr>
      </w:pPr>
    </w:p>
    <w:p w:rsidR="00B54937" w:rsidRPr="00C9552D" w:rsidRDefault="00B54937" w:rsidP="000F1C27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en-US" w:eastAsia="en-US"/>
        </w:rPr>
        <w:t>- висока стручна спрема (VII степен)</w:t>
      </w:r>
      <w:r w:rsidRPr="00C9552D">
        <w:rPr>
          <w:rFonts w:ascii="Times New Roman" w:hAnsi="Times New Roman" w:cs="Times New Roman"/>
          <w:lang w:val="sr-Latn-BA"/>
        </w:rPr>
        <w:t xml:space="preserve"> економског, правног, другог друштвеног, техничког  или пољопривредног смјера,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потребно стручно знање из дјелатности Сектора,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најмање три године радног искуства у струци,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посједовање руководних и организационих способности,</w:t>
      </w:r>
    </w:p>
    <w:p w:rsidR="00B54937" w:rsidRPr="00C9552D" w:rsidRDefault="00B54937" w:rsidP="000F1C2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en-US" w:eastAsia="en-US"/>
        </w:rPr>
      </w:pPr>
      <w:r w:rsidRPr="00C9552D">
        <w:rPr>
          <w:rFonts w:ascii="Times New Roman" w:hAnsi="Times New Roman" w:cs="Times New Roman"/>
          <w:lang w:val="en-US" w:eastAsia="en-US"/>
        </w:rPr>
        <w:t>- доказани резултати и успјеси у обављању ранијих послова.</w:t>
      </w:r>
    </w:p>
    <w:p w:rsidR="00B54937" w:rsidRPr="00C9552D" w:rsidRDefault="00B54937" w:rsidP="000F3D6A">
      <w:pPr>
        <w:jc w:val="both"/>
        <w:rPr>
          <w:rFonts w:ascii="Times New Roman" w:hAnsi="Times New Roman" w:cs="Times New Roman"/>
          <w:color w:val="FF0000"/>
          <w:lang w:val="sr-Latn-BA"/>
        </w:rPr>
      </w:pPr>
    </w:p>
    <w:p w:rsidR="00B54937" w:rsidRPr="00C9552D" w:rsidRDefault="00B54937" w:rsidP="00813DB0">
      <w:pPr>
        <w:ind w:right="-52"/>
        <w:jc w:val="both"/>
        <w:rPr>
          <w:rFonts w:ascii="Times New Roman" w:hAnsi="Times New Roman" w:cs="Times New Roman"/>
          <w:lang w:val="sr-Latn-CS"/>
        </w:rPr>
      </w:pPr>
      <w:r w:rsidRPr="00C9552D">
        <w:rPr>
          <w:rFonts w:ascii="Times New Roman" w:hAnsi="Times New Roman" w:cs="Times New Roman"/>
          <w:lang w:val="sr-Latn-CS"/>
        </w:rPr>
        <w:t xml:space="preserve">              </w:t>
      </w:r>
      <w:r w:rsidRPr="00C9552D">
        <w:rPr>
          <w:rFonts w:ascii="Times New Roman" w:hAnsi="Times New Roman" w:cs="Times New Roman"/>
          <w:lang w:val="sr-Cyrl-CS"/>
        </w:rPr>
        <w:t xml:space="preserve">Извршни директори Јавног предузећа </w:t>
      </w:r>
      <w:r w:rsidRPr="00C9552D">
        <w:rPr>
          <w:rFonts w:ascii="Times New Roman" w:hAnsi="Times New Roman" w:cs="Times New Roman"/>
          <w:lang w:val="sr-Latn-CS"/>
        </w:rPr>
        <w:t>се</w:t>
      </w:r>
      <w:r w:rsidRPr="00C9552D">
        <w:rPr>
          <w:rFonts w:ascii="Times New Roman" w:hAnsi="Times New Roman" w:cs="Times New Roman"/>
          <w:lang w:val="sr-Cyrl-CS"/>
        </w:rPr>
        <w:t xml:space="preserve"> именуј</w:t>
      </w:r>
      <w:r w:rsidRPr="00C9552D">
        <w:rPr>
          <w:rFonts w:ascii="Times New Roman" w:hAnsi="Times New Roman" w:cs="Times New Roman"/>
          <w:lang w:val="sr-Latn-CS"/>
        </w:rPr>
        <w:t>у</w:t>
      </w:r>
      <w:r w:rsidRPr="00C9552D">
        <w:rPr>
          <w:rFonts w:ascii="Times New Roman" w:hAnsi="Times New Roman" w:cs="Times New Roman"/>
          <w:lang w:val="sr-Cyrl-CS"/>
        </w:rPr>
        <w:t xml:space="preserve"> по спроведеном јавном конкурсу на период од </w:t>
      </w:r>
      <w:r w:rsidRPr="00C9552D">
        <w:rPr>
          <w:rFonts w:ascii="Times New Roman" w:hAnsi="Times New Roman" w:cs="Times New Roman"/>
          <w:lang w:val="sr-Latn-CS"/>
        </w:rPr>
        <w:t xml:space="preserve">четири </w:t>
      </w:r>
      <w:r w:rsidRPr="00C9552D">
        <w:rPr>
          <w:rFonts w:ascii="Times New Roman" w:hAnsi="Times New Roman" w:cs="Times New Roman"/>
          <w:lang w:val="sr-Cyrl-CS"/>
        </w:rPr>
        <w:t>годин</w:t>
      </w:r>
      <w:r w:rsidRPr="00C9552D">
        <w:rPr>
          <w:rFonts w:ascii="Times New Roman" w:hAnsi="Times New Roman" w:cs="Times New Roman"/>
          <w:lang w:val="sr-Latn-CS"/>
        </w:rPr>
        <w:t>е,</w:t>
      </w:r>
      <w:r w:rsidRPr="00C9552D">
        <w:rPr>
          <w:rFonts w:ascii="Times New Roman" w:hAnsi="Times New Roman" w:cs="Times New Roman"/>
          <w:lang w:val="sr-Cyrl-CS"/>
        </w:rPr>
        <w:t xml:space="preserve"> а по истеку мандата могу бити поново бирани.</w:t>
      </w:r>
      <w:r w:rsidRPr="00C9552D">
        <w:rPr>
          <w:rFonts w:ascii="Times New Roman" w:hAnsi="Times New Roman" w:cs="Times New Roman"/>
          <w:lang w:val="en-US" w:eastAsia="en-US"/>
        </w:rPr>
        <w:t xml:space="preserve"> ”</w:t>
      </w:r>
    </w:p>
    <w:p w:rsidR="00B54937" w:rsidRPr="00C9552D" w:rsidRDefault="00B54937" w:rsidP="008B7672">
      <w:pPr>
        <w:jc w:val="center"/>
        <w:rPr>
          <w:rFonts w:ascii="Times New Roman" w:hAnsi="Times New Roman" w:cs="Times New Roman"/>
          <w:lang w:val="sr-Latn-BA"/>
        </w:rPr>
      </w:pPr>
    </w:p>
    <w:p w:rsidR="00B54937" w:rsidRPr="00C9552D" w:rsidRDefault="00B54937" w:rsidP="0040412A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</w:r>
      <w:r w:rsidRPr="00C9552D">
        <w:rPr>
          <w:rFonts w:ascii="Times New Roman" w:hAnsi="Times New Roman" w:cs="Times New Roman"/>
          <w:lang w:val="sr-Latn-BA"/>
        </w:rPr>
        <w:tab/>
        <w:t>Члан 8.</w:t>
      </w:r>
    </w:p>
    <w:p w:rsidR="00B54937" w:rsidRPr="00C9552D" w:rsidRDefault="00B54937" w:rsidP="0040412A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B54937" w:rsidRPr="000F1C27" w:rsidRDefault="00B54937" w:rsidP="000F1C27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C9552D">
        <w:rPr>
          <w:rFonts w:ascii="Times New Roman" w:hAnsi="Times New Roman" w:cs="Times New Roman"/>
          <w:lang w:val="sr-Latn-BA"/>
        </w:rPr>
        <w:t>Ова Одл</w:t>
      </w:r>
      <w:r>
        <w:rPr>
          <w:rFonts w:ascii="Times New Roman" w:hAnsi="Times New Roman" w:cs="Times New Roman"/>
          <w:lang w:val="sr-Latn-BA"/>
        </w:rPr>
        <w:t xml:space="preserve">ука ступа на снагу </w:t>
      </w:r>
      <w:r>
        <w:rPr>
          <w:rFonts w:ascii="Times New Roman" w:hAnsi="Times New Roman" w:cs="Times New Roman"/>
          <w:lang w:val="sr-Cyrl-CS"/>
        </w:rPr>
        <w:t>осмог</w:t>
      </w:r>
      <w:r w:rsidRPr="00C9552D">
        <w:rPr>
          <w:rFonts w:ascii="Times New Roman" w:hAnsi="Times New Roman" w:cs="Times New Roman"/>
          <w:lang w:val="sr-Latn-BA"/>
        </w:rPr>
        <w:t xml:space="preserve"> дана од дана објављивања у „Службеном гласнику Града Бијељина“.</w:t>
      </w:r>
    </w:p>
    <w:p w:rsidR="00B54937" w:rsidRDefault="00B54937" w:rsidP="006930D4">
      <w:pPr>
        <w:jc w:val="both"/>
        <w:rPr>
          <w:rFonts w:ascii="Times New Roman" w:hAnsi="Times New Roman" w:cs="Times New Roman"/>
          <w:lang w:val="sr-Cyrl-CS"/>
        </w:rPr>
      </w:pPr>
    </w:p>
    <w:p w:rsidR="00B54937" w:rsidRDefault="00B54937" w:rsidP="006930D4">
      <w:pPr>
        <w:jc w:val="both"/>
        <w:rPr>
          <w:rFonts w:ascii="Times New Roman" w:hAnsi="Times New Roman" w:cs="Times New Roman"/>
          <w:lang w:val="sr-Cyrl-CS"/>
        </w:rPr>
      </w:pPr>
    </w:p>
    <w:p w:rsidR="00B54937" w:rsidRDefault="00B54937" w:rsidP="006930D4">
      <w:pPr>
        <w:jc w:val="both"/>
        <w:rPr>
          <w:rFonts w:ascii="Times New Roman" w:hAnsi="Times New Roman" w:cs="Times New Roman"/>
          <w:lang w:val="sr-Cyrl-CS"/>
        </w:rPr>
      </w:pPr>
    </w:p>
    <w:p w:rsidR="00B54937" w:rsidRPr="000F1C27" w:rsidRDefault="00B54937" w:rsidP="006930D4">
      <w:pPr>
        <w:jc w:val="both"/>
        <w:rPr>
          <w:rFonts w:ascii="Times New Roman" w:hAnsi="Times New Roman" w:cs="Times New Roman"/>
          <w:lang w:val="sr-Cyrl-CS"/>
        </w:rPr>
      </w:pPr>
    </w:p>
    <w:p w:rsidR="00B54937" w:rsidRPr="00C9552D" w:rsidRDefault="00B54937" w:rsidP="006930D4">
      <w:pPr>
        <w:jc w:val="both"/>
        <w:rPr>
          <w:rFonts w:ascii="Times New Roman" w:hAnsi="Times New Roman" w:cs="Times New Roman"/>
        </w:rPr>
      </w:pPr>
    </w:p>
    <w:p w:rsidR="00B54937" w:rsidRPr="00FA7617" w:rsidRDefault="00B54937" w:rsidP="0023530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FA7617">
        <w:rPr>
          <w:rFonts w:ascii="Times New Roman" w:hAnsi="Times New Roman" w:cs="Times New Roman"/>
          <w:sz w:val="24"/>
          <w:szCs w:val="24"/>
          <w:lang w:val="sr-Latn-BA"/>
        </w:rPr>
        <w:t>СКУПШТИНА ГРАДА БИЈЕЉИНА</w:t>
      </w:r>
    </w:p>
    <w:p w:rsidR="00B54937" w:rsidRPr="00FA7617" w:rsidRDefault="00B54937" w:rsidP="007B31BD">
      <w:pPr>
        <w:rPr>
          <w:rFonts w:ascii="Times New Roman" w:hAnsi="Times New Roman" w:cs="Times New Roman"/>
          <w:lang w:val="sr-Latn-CS"/>
        </w:rPr>
      </w:pPr>
    </w:p>
    <w:p w:rsidR="00B54937" w:rsidRDefault="00B54937" w:rsidP="007B31BD">
      <w:pPr>
        <w:rPr>
          <w:rFonts w:ascii="Times New Roman" w:hAnsi="Times New Roman" w:cs="Times New Roman"/>
          <w:lang w:val="sr-Cyrl-CS"/>
        </w:rPr>
      </w:pPr>
    </w:p>
    <w:p w:rsidR="00B54937" w:rsidRDefault="00B54937" w:rsidP="007B31BD">
      <w:pPr>
        <w:rPr>
          <w:rFonts w:ascii="Times New Roman" w:hAnsi="Times New Roman" w:cs="Times New Roman"/>
          <w:lang w:val="sr-Cyrl-CS"/>
        </w:rPr>
      </w:pPr>
    </w:p>
    <w:p w:rsidR="00B54937" w:rsidRDefault="00B54937" w:rsidP="007B31BD">
      <w:pPr>
        <w:rPr>
          <w:rFonts w:ascii="Times New Roman" w:hAnsi="Times New Roman" w:cs="Times New Roman"/>
          <w:lang w:val="sr-Cyrl-CS"/>
        </w:rPr>
      </w:pPr>
    </w:p>
    <w:p w:rsidR="00B54937" w:rsidRDefault="00B54937" w:rsidP="007B31BD">
      <w:pPr>
        <w:rPr>
          <w:rFonts w:ascii="Times New Roman" w:hAnsi="Times New Roman" w:cs="Times New Roman"/>
          <w:lang w:val="sr-Cyrl-CS"/>
        </w:rPr>
      </w:pPr>
    </w:p>
    <w:p w:rsidR="00B54937" w:rsidRPr="000F1C27" w:rsidRDefault="00B54937" w:rsidP="007B31BD">
      <w:pPr>
        <w:rPr>
          <w:rFonts w:ascii="Times New Roman" w:hAnsi="Times New Roman" w:cs="Times New Roman"/>
          <w:lang w:val="sr-Cyrl-CS"/>
        </w:rPr>
      </w:pPr>
    </w:p>
    <w:p w:rsidR="00B54937" w:rsidRPr="00C9552D" w:rsidRDefault="00B54937" w:rsidP="000F1C27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C9552D">
        <w:rPr>
          <w:rFonts w:ascii="Times New Roman" w:hAnsi="Times New Roman" w:cs="Times New Roman"/>
          <w:b w:val="0"/>
          <w:bCs w:val="0"/>
          <w:lang w:val="sr-Latn-BA"/>
        </w:rPr>
        <w:t>Број:</w:t>
      </w:r>
      <w:r>
        <w:rPr>
          <w:rFonts w:ascii="Times New Roman" w:hAnsi="Times New Roman" w:cs="Times New Roman"/>
          <w:b w:val="0"/>
          <w:bCs w:val="0"/>
        </w:rPr>
        <w:t xml:space="preserve"> 01-022-105/13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</w:rPr>
        <w:t xml:space="preserve">                    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П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Р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Е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Д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С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Ј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Е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Д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Н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И</w:t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К</w:t>
      </w:r>
    </w:p>
    <w:p w:rsidR="00B54937" w:rsidRDefault="00B54937" w:rsidP="000F1C27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C9552D">
        <w:rPr>
          <w:rFonts w:ascii="Times New Roman" w:hAnsi="Times New Roman" w:cs="Times New Roman"/>
          <w:b w:val="0"/>
          <w:bCs w:val="0"/>
        </w:rPr>
        <w:t>Б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и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ј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е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љ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и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н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C9552D">
        <w:rPr>
          <w:rFonts w:ascii="Times New Roman" w:hAnsi="Times New Roman" w:cs="Times New Roman"/>
          <w:b w:val="0"/>
          <w:bCs w:val="0"/>
        </w:rPr>
        <w:t>а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,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        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>СКУПШТИНЕ ГРАДА БИЈЕЉИНА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B54937" w:rsidRPr="00C9552D" w:rsidRDefault="00B54937" w:rsidP="000F1C27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C9552D">
        <w:rPr>
          <w:rFonts w:ascii="Times New Roman" w:hAnsi="Times New Roman" w:cs="Times New Roman"/>
          <w:b w:val="0"/>
          <w:bCs w:val="0"/>
          <w:lang w:val="sr-Latn-BA"/>
        </w:rPr>
        <w:t>Датум,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12. септембар </w:t>
      </w:r>
      <w:r>
        <w:rPr>
          <w:rFonts w:ascii="Times New Roman" w:hAnsi="Times New Roman" w:cs="Times New Roman"/>
          <w:b w:val="0"/>
          <w:bCs w:val="0"/>
          <w:lang w:val="sr-Latn-BA"/>
        </w:rPr>
        <w:t>2013. године</w:t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C9552D"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B54937" w:rsidRPr="008D0724" w:rsidRDefault="00B54937" w:rsidP="007B31BD">
      <w:pPr>
        <w:pStyle w:val="Heading1"/>
        <w:rPr>
          <w:rFonts w:ascii="Times New Roman" w:hAnsi="Times New Roman" w:cs="Times New Roman"/>
          <w:b w:val="0"/>
          <w:bCs w:val="0"/>
        </w:rPr>
      </w:pP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 w:rsidRPr="00C955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 xml:space="preserve">              </w:t>
      </w:r>
      <w:r w:rsidRPr="00C9552D">
        <w:rPr>
          <w:rFonts w:ascii="Times New Roman" w:hAnsi="Times New Roman" w:cs="Times New Roman"/>
          <w:b w:val="0"/>
          <w:bCs w:val="0"/>
        </w:rPr>
        <w:t>Драган Ђурђев</w:t>
      </w:r>
      <w:r w:rsidRPr="00C9552D">
        <w:rPr>
          <w:rFonts w:ascii="Times New Roman" w:hAnsi="Times New Roman" w:cs="Times New Roman"/>
          <w:b w:val="0"/>
          <w:bCs w:val="0"/>
          <w:lang w:val="sr-Latn-CS"/>
        </w:rPr>
        <w:t>ић</w:t>
      </w:r>
      <w:r>
        <w:rPr>
          <w:rFonts w:ascii="Times New Roman" w:hAnsi="Times New Roman" w:cs="Times New Roman"/>
          <w:b w:val="0"/>
          <w:bCs w:val="0"/>
        </w:rPr>
        <w:t xml:space="preserve">, с.р. </w:t>
      </w:r>
    </w:p>
    <w:p w:rsidR="00B54937" w:rsidRDefault="00B54937" w:rsidP="0003387A">
      <w:pPr>
        <w:rPr>
          <w:rFonts w:ascii="Times New Roman" w:hAnsi="Times New Roman" w:cs="Times New Roman"/>
          <w:lang w:val="sr-Latn-BA"/>
        </w:rPr>
      </w:pPr>
    </w:p>
    <w:p w:rsidR="00B54937" w:rsidRDefault="00B54937" w:rsidP="0003387A">
      <w:pPr>
        <w:rPr>
          <w:rFonts w:ascii="Times New Roman" w:hAnsi="Times New Roman" w:cs="Times New Roman"/>
          <w:lang w:val="sr-Latn-BA"/>
        </w:rPr>
      </w:pPr>
    </w:p>
    <w:p w:rsidR="00B54937" w:rsidRDefault="00B54937" w:rsidP="0003387A">
      <w:pPr>
        <w:rPr>
          <w:rFonts w:ascii="Times New Roman" w:hAnsi="Times New Roman" w:cs="Times New Roman"/>
          <w:lang w:val="sr-Latn-BA"/>
        </w:rPr>
      </w:pPr>
    </w:p>
    <w:p w:rsidR="00B54937" w:rsidRDefault="00B54937" w:rsidP="0003387A">
      <w:pPr>
        <w:rPr>
          <w:rFonts w:ascii="Times New Roman" w:hAnsi="Times New Roman" w:cs="Times New Roman"/>
          <w:lang w:val="sr-Latn-BA"/>
        </w:rPr>
      </w:pPr>
    </w:p>
    <w:sectPr w:rsidR="00B54937" w:rsidSect="00D94023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937" w:rsidRDefault="00B54937" w:rsidP="00931971">
      <w:r>
        <w:separator/>
      </w:r>
    </w:p>
  </w:endnote>
  <w:endnote w:type="continuationSeparator" w:id="1">
    <w:p w:rsidR="00B54937" w:rsidRDefault="00B54937" w:rsidP="00931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937" w:rsidRDefault="00B54937" w:rsidP="00931971">
      <w:r>
        <w:separator/>
      </w:r>
    </w:p>
  </w:footnote>
  <w:footnote w:type="continuationSeparator" w:id="1">
    <w:p w:rsidR="00B54937" w:rsidRDefault="00B54937" w:rsidP="00931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937" w:rsidRDefault="00B54937" w:rsidP="00AB12B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54937" w:rsidRPr="00931971" w:rsidRDefault="00B54937">
    <w:pPr>
      <w:pStyle w:val="Header"/>
      <w:rPr>
        <w:rFonts w:ascii="Calibri" w:hAnsi="Calibri" w:cs="Calibri"/>
      </w:rPr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5243"/>
    <w:multiLevelType w:val="multilevel"/>
    <w:tmpl w:val="B61CC0D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00D0E41"/>
    <w:multiLevelType w:val="hybridMultilevel"/>
    <w:tmpl w:val="CA8032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CF27E9B"/>
    <w:multiLevelType w:val="hybridMultilevel"/>
    <w:tmpl w:val="4788C248"/>
    <w:lvl w:ilvl="0" w:tplc="6ECAD6B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497"/>
    <w:rsid w:val="00002EEE"/>
    <w:rsid w:val="00007C85"/>
    <w:rsid w:val="00015E8A"/>
    <w:rsid w:val="00020F5E"/>
    <w:rsid w:val="0003387A"/>
    <w:rsid w:val="0003431C"/>
    <w:rsid w:val="00041CDD"/>
    <w:rsid w:val="00041D43"/>
    <w:rsid w:val="000631CF"/>
    <w:rsid w:val="00071F30"/>
    <w:rsid w:val="000744A1"/>
    <w:rsid w:val="00080654"/>
    <w:rsid w:val="000F1C27"/>
    <w:rsid w:val="000F3D6A"/>
    <w:rsid w:val="00125FCC"/>
    <w:rsid w:val="0013212E"/>
    <w:rsid w:val="001437D2"/>
    <w:rsid w:val="00157979"/>
    <w:rsid w:val="00162A50"/>
    <w:rsid w:val="00164E6C"/>
    <w:rsid w:val="0016521A"/>
    <w:rsid w:val="00172945"/>
    <w:rsid w:val="001772AB"/>
    <w:rsid w:val="00191633"/>
    <w:rsid w:val="0019166D"/>
    <w:rsid w:val="001C0D70"/>
    <w:rsid w:val="001E08EE"/>
    <w:rsid w:val="001E1D64"/>
    <w:rsid w:val="00216690"/>
    <w:rsid w:val="00230F03"/>
    <w:rsid w:val="0023530B"/>
    <w:rsid w:val="00265C2F"/>
    <w:rsid w:val="002670CF"/>
    <w:rsid w:val="0028305D"/>
    <w:rsid w:val="002D7B59"/>
    <w:rsid w:val="002E0A12"/>
    <w:rsid w:val="002E2777"/>
    <w:rsid w:val="002E5E2A"/>
    <w:rsid w:val="003262B8"/>
    <w:rsid w:val="00326B3B"/>
    <w:rsid w:val="00356775"/>
    <w:rsid w:val="003B57D9"/>
    <w:rsid w:val="003D0850"/>
    <w:rsid w:val="003E5C7F"/>
    <w:rsid w:val="003F3B78"/>
    <w:rsid w:val="0040412A"/>
    <w:rsid w:val="00430022"/>
    <w:rsid w:val="004320FF"/>
    <w:rsid w:val="00432155"/>
    <w:rsid w:val="00442840"/>
    <w:rsid w:val="00455F91"/>
    <w:rsid w:val="004562DB"/>
    <w:rsid w:val="0045774F"/>
    <w:rsid w:val="0047554E"/>
    <w:rsid w:val="00475DCD"/>
    <w:rsid w:val="00484B24"/>
    <w:rsid w:val="004960C3"/>
    <w:rsid w:val="004A38CD"/>
    <w:rsid w:val="004A3A88"/>
    <w:rsid w:val="004A48AE"/>
    <w:rsid w:val="004E185B"/>
    <w:rsid w:val="004E2043"/>
    <w:rsid w:val="004F16B2"/>
    <w:rsid w:val="00506210"/>
    <w:rsid w:val="00510080"/>
    <w:rsid w:val="005126D5"/>
    <w:rsid w:val="00516431"/>
    <w:rsid w:val="00534262"/>
    <w:rsid w:val="00557E9F"/>
    <w:rsid w:val="005824D6"/>
    <w:rsid w:val="005A39CF"/>
    <w:rsid w:val="005B555C"/>
    <w:rsid w:val="005D0C9C"/>
    <w:rsid w:val="005D1150"/>
    <w:rsid w:val="005D54FF"/>
    <w:rsid w:val="005F01D1"/>
    <w:rsid w:val="00607BDC"/>
    <w:rsid w:val="006132A5"/>
    <w:rsid w:val="00616A5A"/>
    <w:rsid w:val="006509A5"/>
    <w:rsid w:val="006514DE"/>
    <w:rsid w:val="0066150D"/>
    <w:rsid w:val="006930D4"/>
    <w:rsid w:val="00695AD4"/>
    <w:rsid w:val="006A00CE"/>
    <w:rsid w:val="006B1710"/>
    <w:rsid w:val="006D233D"/>
    <w:rsid w:val="006E226D"/>
    <w:rsid w:val="006E57EB"/>
    <w:rsid w:val="00702DB0"/>
    <w:rsid w:val="007122D4"/>
    <w:rsid w:val="00723D75"/>
    <w:rsid w:val="00731512"/>
    <w:rsid w:val="0073696C"/>
    <w:rsid w:val="00772B53"/>
    <w:rsid w:val="00773F6C"/>
    <w:rsid w:val="00787D87"/>
    <w:rsid w:val="007970C1"/>
    <w:rsid w:val="007970F1"/>
    <w:rsid w:val="007A0012"/>
    <w:rsid w:val="007A225D"/>
    <w:rsid w:val="007A3D03"/>
    <w:rsid w:val="007B31BD"/>
    <w:rsid w:val="007B3646"/>
    <w:rsid w:val="008006C3"/>
    <w:rsid w:val="00807EF3"/>
    <w:rsid w:val="00813DB0"/>
    <w:rsid w:val="00831EB3"/>
    <w:rsid w:val="0083280D"/>
    <w:rsid w:val="008439F8"/>
    <w:rsid w:val="00845569"/>
    <w:rsid w:val="00850964"/>
    <w:rsid w:val="0086245C"/>
    <w:rsid w:val="0087526C"/>
    <w:rsid w:val="00884749"/>
    <w:rsid w:val="008873A9"/>
    <w:rsid w:val="008971BE"/>
    <w:rsid w:val="008B7672"/>
    <w:rsid w:val="008D0724"/>
    <w:rsid w:val="008E3099"/>
    <w:rsid w:val="00927CF4"/>
    <w:rsid w:val="00930FD5"/>
    <w:rsid w:val="00931971"/>
    <w:rsid w:val="009423F5"/>
    <w:rsid w:val="00944424"/>
    <w:rsid w:val="00944B26"/>
    <w:rsid w:val="00956972"/>
    <w:rsid w:val="009A16E6"/>
    <w:rsid w:val="009A22F0"/>
    <w:rsid w:val="009A5235"/>
    <w:rsid w:val="009B38A8"/>
    <w:rsid w:val="009C593B"/>
    <w:rsid w:val="00A321A5"/>
    <w:rsid w:val="00A51523"/>
    <w:rsid w:val="00A51B6C"/>
    <w:rsid w:val="00A60AD2"/>
    <w:rsid w:val="00A77497"/>
    <w:rsid w:val="00A8008F"/>
    <w:rsid w:val="00A97519"/>
    <w:rsid w:val="00AA0E5B"/>
    <w:rsid w:val="00AA115F"/>
    <w:rsid w:val="00AB1243"/>
    <w:rsid w:val="00AB12BA"/>
    <w:rsid w:val="00AC6008"/>
    <w:rsid w:val="00AE4C8E"/>
    <w:rsid w:val="00AF22E2"/>
    <w:rsid w:val="00B20ED0"/>
    <w:rsid w:val="00B27332"/>
    <w:rsid w:val="00B43ED1"/>
    <w:rsid w:val="00B53A5E"/>
    <w:rsid w:val="00B54937"/>
    <w:rsid w:val="00B63615"/>
    <w:rsid w:val="00B93357"/>
    <w:rsid w:val="00BA52D3"/>
    <w:rsid w:val="00BE1989"/>
    <w:rsid w:val="00BF5850"/>
    <w:rsid w:val="00BF6DF1"/>
    <w:rsid w:val="00C07976"/>
    <w:rsid w:val="00C126C2"/>
    <w:rsid w:val="00C31C5C"/>
    <w:rsid w:val="00C4024A"/>
    <w:rsid w:val="00C70125"/>
    <w:rsid w:val="00C729F9"/>
    <w:rsid w:val="00C73662"/>
    <w:rsid w:val="00C76DCB"/>
    <w:rsid w:val="00C9552D"/>
    <w:rsid w:val="00CA287F"/>
    <w:rsid w:val="00CB630B"/>
    <w:rsid w:val="00CE3438"/>
    <w:rsid w:val="00CF4656"/>
    <w:rsid w:val="00CF63C7"/>
    <w:rsid w:val="00D255FD"/>
    <w:rsid w:val="00D27FD3"/>
    <w:rsid w:val="00D4703E"/>
    <w:rsid w:val="00D50814"/>
    <w:rsid w:val="00D7007E"/>
    <w:rsid w:val="00D72CE3"/>
    <w:rsid w:val="00D86E32"/>
    <w:rsid w:val="00D90C9E"/>
    <w:rsid w:val="00D94023"/>
    <w:rsid w:val="00DC44FD"/>
    <w:rsid w:val="00DD0D4E"/>
    <w:rsid w:val="00DD6B95"/>
    <w:rsid w:val="00DE3E4B"/>
    <w:rsid w:val="00E115B1"/>
    <w:rsid w:val="00E1755B"/>
    <w:rsid w:val="00E613D7"/>
    <w:rsid w:val="00E914C8"/>
    <w:rsid w:val="00EB5224"/>
    <w:rsid w:val="00ED46DD"/>
    <w:rsid w:val="00EE0ECD"/>
    <w:rsid w:val="00EF61C5"/>
    <w:rsid w:val="00F20589"/>
    <w:rsid w:val="00F4563E"/>
    <w:rsid w:val="00F74768"/>
    <w:rsid w:val="00F857C0"/>
    <w:rsid w:val="00F91B16"/>
    <w:rsid w:val="00FA1BBF"/>
    <w:rsid w:val="00FA7617"/>
    <w:rsid w:val="00FA79F7"/>
    <w:rsid w:val="00FC46F3"/>
    <w:rsid w:val="00FF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97"/>
    <w:rPr>
      <w:rFonts w:ascii="Courier New" w:eastAsia="Times New Roman" w:hAnsi="Courier New" w:cs="Courier New"/>
      <w:sz w:val="24"/>
      <w:szCs w:val="24"/>
      <w:lang w:val="en-GB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7497"/>
    <w:pPr>
      <w:keepNext/>
      <w:ind w:right="-52" w:firstLine="851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7497"/>
    <w:rPr>
      <w:rFonts w:ascii="Courier New" w:hAnsi="Courier New" w:cs="Courier New"/>
      <w:b/>
      <w:bCs/>
      <w:sz w:val="20"/>
      <w:szCs w:val="20"/>
      <w:lang w:val="sr-Cyrl-CS" w:eastAsia="sr-Latn-CS"/>
    </w:rPr>
  </w:style>
  <w:style w:type="paragraph" w:styleId="NoSpacing">
    <w:name w:val="No Spacing"/>
    <w:uiPriority w:val="99"/>
    <w:qFormat/>
    <w:rsid w:val="00845569"/>
    <w:rPr>
      <w:rFonts w:cs="Calibri"/>
      <w:lang w:val="sr-Latn-CS"/>
    </w:rPr>
  </w:style>
  <w:style w:type="paragraph" w:styleId="Header">
    <w:name w:val="header"/>
    <w:basedOn w:val="Normal"/>
    <w:link w:val="Head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  <w:style w:type="paragraph" w:styleId="Footer">
    <w:name w:val="footer"/>
    <w:basedOn w:val="Normal"/>
    <w:link w:val="Foot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  <w:style w:type="paragraph" w:styleId="ListParagraph">
    <w:name w:val="List Paragraph"/>
    <w:basedOn w:val="Normal"/>
    <w:uiPriority w:val="99"/>
    <w:qFormat/>
    <w:rsid w:val="007A225D"/>
    <w:pPr>
      <w:ind w:left="720"/>
    </w:pPr>
  </w:style>
  <w:style w:type="paragraph" w:styleId="BlockText">
    <w:name w:val="Block Text"/>
    <w:basedOn w:val="Normal"/>
    <w:uiPriority w:val="99"/>
    <w:rsid w:val="0003431C"/>
    <w:pPr>
      <w:ind w:left="-180" w:right="-720" w:firstLine="889"/>
    </w:pPr>
    <w:rPr>
      <w:lang w:val="sr-Cyrl-CS"/>
    </w:rPr>
  </w:style>
  <w:style w:type="character" w:styleId="PageNumber">
    <w:name w:val="page number"/>
    <w:basedOn w:val="DefaultParagraphFont"/>
    <w:uiPriority w:val="99"/>
    <w:rsid w:val="00D94023"/>
  </w:style>
  <w:style w:type="paragraph" w:styleId="BalloonText">
    <w:name w:val="Balloon Text"/>
    <w:basedOn w:val="Normal"/>
    <w:link w:val="BalloonTextChar"/>
    <w:uiPriority w:val="99"/>
    <w:semiHidden/>
    <w:rsid w:val="004A3A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87D"/>
    <w:rPr>
      <w:rFonts w:ascii="Times New Roman" w:eastAsia="Times New Roman" w:hAnsi="Times New Roman"/>
      <w:sz w:val="0"/>
      <w:szCs w:val="0"/>
      <w:lang w:val="en-GB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4</Pages>
  <Words>943</Words>
  <Characters>5379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mpetrovic</cp:lastModifiedBy>
  <cp:revision>15</cp:revision>
  <cp:lastPrinted>2013-09-13T07:31:00Z</cp:lastPrinted>
  <dcterms:created xsi:type="dcterms:W3CDTF">2013-08-30T06:17:00Z</dcterms:created>
  <dcterms:modified xsi:type="dcterms:W3CDTF">2013-09-13T07:31:00Z</dcterms:modified>
</cp:coreProperties>
</file>